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C6D66" w14:textId="77777777" w:rsidR="008D5EA8" w:rsidRDefault="008D5EA8" w:rsidP="008D5EA8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527DC628" w14:textId="77777777" w:rsidR="008D5EA8" w:rsidRPr="00A678C1" w:rsidRDefault="008D5EA8" w:rsidP="008D5EA8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3E27E025" w14:textId="77777777" w:rsidR="008D5EA8" w:rsidRPr="0027219F" w:rsidRDefault="008D5EA8" w:rsidP="008D5EA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ACECFB3" w14:textId="77777777" w:rsidR="008D5EA8" w:rsidRPr="0027219F" w:rsidRDefault="008D5EA8" w:rsidP="008D5EA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B02BADB" w14:textId="77777777" w:rsidR="008D5EA8" w:rsidRPr="0027219F" w:rsidRDefault="008D5EA8" w:rsidP="008D5EA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02C71936" w14:textId="41901FF5" w:rsidR="008D5EA8" w:rsidRDefault="008D5EA8" w:rsidP="008D5EA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6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7</w:t>
      </w:r>
    </w:p>
    <w:p w14:paraId="01CC5B28" w14:textId="77777777" w:rsidR="00F70434" w:rsidRPr="00947827" w:rsidRDefault="00F704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5F9B9C" w14:textId="77777777" w:rsidR="0085747A" w:rsidRPr="0094782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47827">
        <w:rPr>
          <w:rFonts w:ascii="Corbel" w:hAnsi="Corbel"/>
          <w:szCs w:val="24"/>
        </w:rPr>
        <w:t xml:space="preserve">1. </w:t>
      </w:r>
      <w:r w:rsidR="0085747A" w:rsidRPr="00947827">
        <w:rPr>
          <w:rFonts w:ascii="Corbel" w:hAnsi="Corbel"/>
          <w:szCs w:val="24"/>
        </w:rPr>
        <w:t xml:space="preserve">Podstawowe </w:t>
      </w:r>
      <w:r w:rsidR="00445970" w:rsidRPr="0094782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47827" w14:paraId="7FFC325C" w14:textId="77777777" w:rsidTr="432FEA62">
        <w:tc>
          <w:tcPr>
            <w:tcW w:w="2694" w:type="dxa"/>
            <w:vAlign w:val="center"/>
          </w:tcPr>
          <w:p w14:paraId="67E19AE4" w14:textId="77777777" w:rsidR="0085747A" w:rsidRPr="009478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001A42" w14:textId="77777777" w:rsidR="0085747A" w:rsidRPr="00947827" w:rsidRDefault="0004015C" w:rsidP="432FEA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47827">
              <w:rPr>
                <w:rFonts w:ascii="Corbel" w:hAnsi="Corbel"/>
                <w:bCs/>
                <w:sz w:val="24"/>
                <w:szCs w:val="24"/>
              </w:rPr>
              <w:t xml:space="preserve">Strategiczne zarządzanie rozwojem </w:t>
            </w:r>
          </w:p>
        </w:tc>
      </w:tr>
      <w:tr w:rsidR="0085747A" w:rsidRPr="00947827" w14:paraId="00DB1995" w14:textId="77777777" w:rsidTr="432FEA62">
        <w:tc>
          <w:tcPr>
            <w:tcW w:w="2694" w:type="dxa"/>
            <w:vAlign w:val="center"/>
          </w:tcPr>
          <w:p w14:paraId="0924F234" w14:textId="77777777" w:rsidR="0085747A" w:rsidRPr="009478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478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6C7540" w14:textId="77777777" w:rsidR="0085747A" w:rsidRPr="00947827" w:rsidRDefault="00523B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A2SO57</w:t>
            </w:r>
          </w:p>
        </w:tc>
      </w:tr>
      <w:tr w:rsidR="0033321A" w:rsidRPr="00947827" w14:paraId="4EA41472" w14:textId="77777777" w:rsidTr="432FEA62">
        <w:tc>
          <w:tcPr>
            <w:tcW w:w="2694" w:type="dxa"/>
            <w:vAlign w:val="center"/>
          </w:tcPr>
          <w:p w14:paraId="707109DF" w14:textId="77777777" w:rsidR="0033321A" w:rsidRPr="00947827" w:rsidRDefault="0033321A" w:rsidP="003332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949850" w14:textId="36C08B51" w:rsidR="0033321A" w:rsidRPr="00947827" w:rsidRDefault="008D5EA8" w:rsidP="432FE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B7442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33321A" w:rsidRPr="00947827" w14:paraId="1B7A2D1E" w14:textId="77777777" w:rsidTr="432FEA62">
        <w:tc>
          <w:tcPr>
            <w:tcW w:w="2694" w:type="dxa"/>
            <w:vAlign w:val="center"/>
          </w:tcPr>
          <w:p w14:paraId="07B13C06" w14:textId="77777777" w:rsidR="0033321A" w:rsidRPr="00947827" w:rsidRDefault="0033321A" w:rsidP="003332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586728" w14:textId="261BF121" w:rsidR="0033321A" w:rsidRPr="00947827" w:rsidRDefault="006F4B34" w:rsidP="432FE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85747A" w:rsidRPr="00947827" w14:paraId="0BF6B83D" w14:textId="77777777" w:rsidTr="432FEA62">
        <w:tc>
          <w:tcPr>
            <w:tcW w:w="2694" w:type="dxa"/>
            <w:vAlign w:val="center"/>
          </w:tcPr>
          <w:p w14:paraId="3921AB98" w14:textId="77777777" w:rsidR="0085747A" w:rsidRPr="009478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0BBEF" w14:textId="77777777" w:rsidR="0085747A" w:rsidRPr="00947827" w:rsidRDefault="00CE2D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47827" w14:paraId="1AC8DEA7" w14:textId="77777777" w:rsidTr="432FEA62">
        <w:tc>
          <w:tcPr>
            <w:tcW w:w="2694" w:type="dxa"/>
            <w:vAlign w:val="center"/>
          </w:tcPr>
          <w:p w14:paraId="1306ABAB" w14:textId="77777777" w:rsidR="0085747A" w:rsidRPr="0094782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F478BF" w14:textId="77777777" w:rsidR="0085747A" w:rsidRPr="00947827" w:rsidRDefault="00F87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B448C" w:rsidRPr="0094782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47827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47827" w14:paraId="2D98E12A" w14:textId="77777777" w:rsidTr="432FEA62">
        <w:tc>
          <w:tcPr>
            <w:tcW w:w="2694" w:type="dxa"/>
            <w:vAlign w:val="center"/>
          </w:tcPr>
          <w:p w14:paraId="2712670B" w14:textId="77777777" w:rsidR="0085747A" w:rsidRPr="009478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07C839" w14:textId="1A62DF55" w:rsidR="0085747A" w:rsidRPr="00947827" w:rsidRDefault="00381D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877AB" w:rsidRPr="009478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47827" w14:paraId="3DC274EF" w14:textId="77777777" w:rsidTr="432FEA62">
        <w:tc>
          <w:tcPr>
            <w:tcW w:w="2694" w:type="dxa"/>
            <w:vAlign w:val="center"/>
          </w:tcPr>
          <w:p w14:paraId="5D02D369" w14:textId="77777777" w:rsidR="0085747A" w:rsidRPr="009478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5441A" w14:textId="77777777" w:rsidR="0085747A" w:rsidRPr="00947827" w:rsidRDefault="00927EB9" w:rsidP="00927E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0FFC" w:rsidRPr="009478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77AB" w:rsidRPr="0094782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94782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47827" w14:paraId="2EC4687D" w14:textId="77777777" w:rsidTr="432FEA62">
        <w:tc>
          <w:tcPr>
            <w:tcW w:w="2694" w:type="dxa"/>
            <w:vAlign w:val="center"/>
          </w:tcPr>
          <w:p w14:paraId="680CC658" w14:textId="77777777" w:rsidR="0085747A" w:rsidRPr="009478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47827">
              <w:rPr>
                <w:rFonts w:ascii="Corbel" w:hAnsi="Corbel"/>
                <w:sz w:val="24"/>
                <w:szCs w:val="24"/>
              </w:rPr>
              <w:t>/y</w:t>
            </w:r>
            <w:r w:rsidRPr="009478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220FC9" w14:textId="00AE0F41" w:rsidR="0085747A" w:rsidRPr="00947827" w:rsidRDefault="00381D30" w:rsidP="009478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56B78" w:rsidRPr="0094782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23B4C" w:rsidRPr="009478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656B78" w:rsidRPr="00947827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947827" w:rsidRPr="0094782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97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47827" w14:paraId="56311DC6" w14:textId="77777777" w:rsidTr="432FEA62">
        <w:tc>
          <w:tcPr>
            <w:tcW w:w="2694" w:type="dxa"/>
            <w:vAlign w:val="center"/>
          </w:tcPr>
          <w:p w14:paraId="3FE94E6A" w14:textId="77777777" w:rsidR="0085747A" w:rsidRPr="009478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720B87" w14:textId="77777777" w:rsidR="0085747A" w:rsidRPr="00947827" w:rsidRDefault="05711193" w:rsidP="432FEA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47827" w14:paraId="7990F3AB" w14:textId="77777777" w:rsidTr="432FEA62">
        <w:tc>
          <w:tcPr>
            <w:tcW w:w="2694" w:type="dxa"/>
            <w:vAlign w:val="center"/>
          </w:tcPr>
          <w:p w14:paraId="355005C7" w14:textId="77777777" w:rsidR="00923D7D" w:rsidRPr="0094782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FA7CC2" w14:textId="77777777" w:rsidR="00923D7D" w:rsidRPr="00947827" w:rsidRDefault="009C0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657" w:rsidRPr="0094782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47827" w14:paraId="2248F09D" w14:textId="77777777" w:rsidTr="432FEA62">
        <w:tc>
          <w:tcPr>
            <w:tcW w:w="2694" w:type="dxa"/>
            <w:vAlign w:val="center"/>
          </w:tcPr>
          <w:p w14:paraId="48E0D51E" w14:textId="77777777" w:rsidR="0085747A" w:rsidRPr="009478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5CAC3F" w14:textId="42D6816C" w:rsidR="0085747A" w:rsidRPr="00947827" w:rsidRDefault="009170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657" w:rsidRPr="0094782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  <w:tr w:rsidR="002644CA" w:rsidRPr="00947827" w14:paraId="7058625C" w14:textId="77777777" w:rsidTr="432FEA62">
        <w:tc>
          <w:tcPr>
            <w:tcW w:w="2694" w:type="dxa"/>
            <w:vAlign w:val="center"/>
          </w:tcPr>
          <w:p w14:paraId="63437719" w14:textId="77777777" w:rsidR="002644CA" w:rsidRPr="00947827" w:rsidRDefault="002644CA" w:rsidP="00264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3CDF89" w14:textId="5A83399C" w:rsidR="002644CA" w:rsidRPr="00947827" w:rsidRDefault="0091707D" w:rsidP="00264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644CA" w:rsidRPr="00947827">
              <w:rPr>
                <w:rFonts w:ascii="Corbel" w:hAnsi="Corbel"/>
                <w:b w:val="0"/>
                <w:sz w:val="24"/>
                <w:szCs w:val="24"/>
              </w:rPr>
              <w:t>r hab. Agata Barczewska-Dziobek, prof. UR</w:t>
            </w:r>
          </w:p>
        </w:tc>
      </w:tr>
    </w:tbl>
    <w:p w14:paraId="09C24A3A" w14:textId="77777777" w:rsidR="0085747A" w:rsidRDefault="0085747A" w:rsidP="00E0176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47827">
        <w:rPr>
          <w:rFonts w:ascii="Corbel" w:hAnsi="Corbel"/>
          <w:sz w:val="24"/>
          <w:szCs w:val="24"/>
        </w:rPr>
        <w:t xml:space="preserve">* </w:t>
      </w:r>
      <w:r w:rsidRPr="00947827">
        <w:rPr>
          <w:rFonts w:ascii="Corbel" w:hAnsi="Corbel"/>
          <w:i/>
          <w:sz w:val="24"/>
          <w:szCs w:val="24"/>
        </w:rPr>
        <w:t>-</w:t>
      </w:r>
      <w:r w:rsidR="00B90885" w:rsidRPr="0094782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47827">
        <w:rPr>
          <w:rFonts w:ascii="Corbel" w:hAnsi="Corbel"/>
          <w:b w:val="0"/>
          <w:sz w:val="24"/>
          <w:szCs w:val="24"/>
        </w:rPr>
        <w:t>e,</w:t>
      </w:r>
      <w:r w:rsidR="00335484" w:rsidRPr="00947827">
        <w:rPr>
          <w:rFonts w:ascii="Corbel" w:hAnsi="Corbel"/>
          <w:b w:val="0"/>
          <w:sz w:val="24"/>
          <w:szCs w:val="24"/>
        </w:rPr>
        <w:t xml:space="preserve"> </w:t>
      </w:r>
      <w:r w:rsidRPr="009478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47827">
        <w:rPr>
          <w:rFonts w:ascii="Corbel" w:hAnsi="Corbel"/>
          <w:b w:val="0"/>
          <w:i/>
          <w:sz w:val="24"/>
          <w:szCs w:val="24"/>
        </w:rPr>
        <w:t>w Jednostce</w:t>
      </w:r>
    </w:p>
    <w:p w14:paraId="2458661F" w14:textId="77777777" w:rsidR="00E0176C" w:rsidRPr="00947827" w:rsidRDefault="00E0176C" w:rsidP="00E0176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23AC90" w14:textId="77777777" w:rsidR="0085747A" w:rsidRPr="0094782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47827">
        <w:rPr>
          <w:rFonts w:ascii="Corbel" w:hAnsi="Corbel"/>
          <w:sz w:val="24"/>
          <w:szCs w:val="24"/>
        </w:rPr>
        <w:t>1.</w:t>
      </w:r>
      <w:r w:rsidR="00E22FBC" w:rsidRPr="00947827">
        <w:rPr>
          <w:rFonts w:ascii="Corbel" w:hAnsi="Corbel"/>
          <w:sz w:val="24"/>
          <w:szCs w:val="24"/>
        </w:rPr>
        <w:t>1</w:t>
      </w:r>
      <w:r w:rsidRPr="0094782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9FF924" w14:textId="77777777" w:rsidR="00923D7D" w:rsidRPr="0094782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855"/>
        <w:gridCol w:w="710"/>
        <w:gridCol w:w="945"/>
        <w:gridCol w:w="825"/>
        <w:gridCol w:w="840"/>
        <w:gridCol w:w="626"/>
        <w:gridCol w:w="948"/>
        <w:gridCol w:w="1189"/>
        <w:gridCol w:w="1505"/>
      </w:tblGrid>
      <w:tr w:rsidR="00015B8F" w:rsidRPr="00947827" w14:paraId="71FE2AB0" w14:textId="77777777" w:rsidTr="00E0176C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920D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47827">
              <w:rPr>
                <w:rFonts w:ascii="Corbel" w:hAnsi="Corbel"/>
                <w:szCs w:val="24"/>
              </w:rPr>
              <w:t>Semestr</w:t>
            </w:r>
          </w:p>
          <w:p w14:paraId="7B60CA7F" w14:textId="77777777" w:rsidR="00015B8F" w:rsidRPr="00947827" w:rsidRDefault="002B5EA0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47827">
              <w:rPr>
                <w:rFonts w:ascii="Corbel" w:hAnsi="Corbel"/>
                <w:szCs w:val="24"/>
              </w:rPr>
              <w:t>(</w:t>
            </w:r>
            <w:r w:rsidR="00363F78" w:rsidRPr="0094782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58CE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7827">
              <w:rPr>
                <w:rFonts w:ascii="Corbel" w:hAnsi="Corbel"/>
                <w:szCs w:val="24"/>
              </w:rPr>
              <w:t>Wykł</w:t>
            </w:r>
            <w:proofErr w:type="spellEnd"/>
            <w:r w:rsidRPr="009478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B9D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478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5BA3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7827">
              <w:rPr>
                <w:rFonts w:ascii="Corbel" w:hAnsi="Corbel"/>
                <w:szCs w:val="24"/>
              </w:rPr>
              <w:t>Konw</w:t>
            </w:r>
            <w:proofErr w:type="spellEnd"/>
            <w:r w:rsidRPr="009478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61BE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478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94A9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7827">
              <w:rPr>
                <w:rFonts w:ascii="Corbel" w:hAnsi="Corbel"/>
                <w:szCs w:val="24"/>
              </w:rPr>
              <w:t>Sem</w:t>
            </w:r>
            <w:proofErr w:type="spellEnd"/>
            <w:r w:rsidRPr="009478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DAAE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478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92366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7827">
              <w:rPr>
                <w:rFonts w:ascii="Corbel" w:hAnsi="Corbel"/>
                <w:szCs w:val="24"/>
              </w:rPr>
              <w:t>Prakt</w:t>
            </w:r>
            <w:proofErr w:type="spellEnd"/>
            <w:r w:rsidRPr="009478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BFE4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478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84BD" w14:textId="77777777" w:rsidR="00015B8F" w:rsidRPr="00947827" w:rsidRDefault="00015B8F" w:rsidP="00E017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47827">
              <w:rPr>
                <w:rFonts w:ascii="Corbel" w:hAnsi="Corbel"/>
                <w:b/>
                <w:szCs w:val="24"/>
              </w:rPr>
              <w:t>Liczba pkt</w:t>
            </w:r>
            <w:r w:rsidR="00B90885" w:rsidRPr="00947827">
              <w:rPr>
                <w:rFonts w:ascii="Corbel" w:hAnsi="Corbel"/>
                <w:b/>
                <w:szCs w:val="24"/>
              </w:rPr>
              <w:t>.</w:t>
            </w:r>
            <w:r w:rsidRPr="0094782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47827" w14:paraId="2A03D1F4" w14:textId="77777777" w:rsidTr="00E0176C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8E95" w14:textId="77777777" w:rsidR="00015B8F" w:rsidRPr="00947827" w:rsidRDefault="002644CA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D2A7" w14:textId="77777777" w:rsidR="00015B8F" w:rsidRPr="00947827" w:rsidRDefault="003B448C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396B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952A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3730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F87E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B43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C9BD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2DAE" w14:textId="77777777" w:rsidR="00015B8F" w:rsidRPr="00947827" w:rsidRDefault="00015B8F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33C5" w14:textId="77777777" w:rsidR="00015B8F" w:rsidRPr="00947827" w:rsidRDefault="003B448C" w:rsidP="00E017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9A38C2" w14:textId="77777777" w:rsidR="00923D7D" w:rsidRPr="0094782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805062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t>1.</w:t>
      </w:r>
      <w:r w:rsidR="00E22FBC" w:rsidRPr="00947827">
        <w:rPr>
          <w:rFonts w:ascii="Corbel" w:hAnsi="Corbel"/>
          <w:smallCaps w:val="0"/>
          <w:szCs w:val="24"/>
        </w:rPr>
        <w:t>2</w:t>
      </w:r>
      <w:r w:rsidR="00F83B28" w:rsidRPr="00947827">
        <w:rPr>
          <w:rFonts w:ascii="Corbel" w:hAnsi="Corbel"/>
          <w:smallCaps w:val="0"/>
          <w:szCs w:val="24"/>
        </w:rPr>
        <w:t>.</w:t>
      </w:r>
      <w:r w:rsidR="00F83B28" w:rsidRPr="00947827">
        <w:rPr>
          <w:rFonts w:ascii="Corbel" w:hAnsi="Corbel"/>
          <w:smallCaps w:val="0"/>
          <w:szCs w:val="24"/>
        </w:rPr>
        <w:tab/>
      </w:r>
      <w:r w:rsidRPr="00947827">
        <w:rPr>
          <w:rFonts w:ascii="Corbel" w:hAnsi="Corbel"/>
          <w:smallCaps w:val="0"/>
          <w:szCs w:val="24"/>
        </w:rPr>
        <w:t xml:space="preserve">Sposób realizacji zajęć  </w:t>
      </w:r>
    </w:p>
    <w:p w14:paraId="1C96C133" w14:textId="77777777" w:rsidR="00E0176C" w:rsidRPr="00947827" w:rsidRDefault="00E0176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7987446" w14:textId="5E7E93A6" w:rsidR="0085747A" w:rsidRPr="00947827" w:rsidRDefault="007C509F" w:rsidP="00F7043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47827">
        <w:rPr>
          <w:rFonts w:ascii="Corbel" w:eastAsia="MS Gothic" w:hAnsi="MS Gothic" w:cs="MS Gothic"/>
          <w:b w:val="0"/>
          <w:szCs w:val="24"/>
        </w:rPr>
        <w:t>☐</w:t>
      </w:r>
      <w:r w:rsidR="00E0176C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94782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B195DF" w14:textId="785DFBC3" w:rsidR="0085747A" w:rsidRPr="00947827" w:rsidRDefault="00E0176C" w:rsidP="00E0176C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 w:rsidRPr="00E0176C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47827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DCF49FA" w14:textId="77777777" w:rsidR="0085747A" w:rsidRPr="0094782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55DDFA" w14:textId="7B0B11D5" w:rsidR="00E22FBC" w:rsidRPr="00947827" w:rsidRDefault="00E22FBC" w:rsidP="432FEA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t>1.3</w:t>
      </w:r>
      <w:r w:rsidR="00E0176C">
        <w:rPr>
          <w:rFonts w:ascii="Corbel" w:hAnsi="Corbel"/>
          <w:smallCaps w:val="0"/>
          <w:szCs w:val="24"/>
        </w:rPr>
        <w:t>.</w:t>
      </w:r>
      <w:r w:rsidRPr="00947827">
        <w:rPr>
          <w:rFonts w:ascii="Corbel" w:hAnsi="Corbel"/>
          <w:smallCaps w:val="0"/>
          <w:szCs w:val="24"/>
        </w:rPr>
        <w:t xml:space="preserve"> For</w:t>
      </w:r>
      <w:r w:rsidR="00445970" w:rsidRPr="00947827">
        <w:rPr>
          <w:rFonts w:ascii="Corbel" w:hAnsi="Corbel"/>
          <w:smallCaps w:val="0"/>
          <w:szCs w:val="24"/>
        </w:rPr>
        <w:t xml:space="preserve">ma zaliczenia przedmiotu </w:t>
      </w:r>
      <w:r w:rsidRPr="00947827">
        <w:rPr>
          <w:rFonts w:ascii="Corbel" w:hAnsi="Corbel"/>
          <w:smallCaps w:val="0"/>
          <w:szCs w:val="24"/>
        </w:rPr>
        <w:t xml:space="preserve">(z toku) </w:t>
      </w:r>
      <w:r w:rsidRPr="009478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1B0C22" w14:textId="77777777" w:rsidR="00F70434" w:rsidRDefault="00F704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3197DD" w14:textId="1A3EED1C" w:rsidR="009C54AE" w:rsidRPr="00E0176C" w:rsidRDefault="00071105" w:rsidP="00E017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176C">
        <w:rPr>
          <w:rFonts w:ascii="Corbel" w:hAnsi="Corbel"/>
          <w:b w:val="0"/>
          <w:smallCaps w:val="0"/>
          <w:szCs w:val="24"/>
        </w:rPr>
        <w:t xml:space="preserve">Wykład: </w:t>
      </w:r>
      <w:r w:rsidR="004335C5" w:rsidRPr="00E0176C">
        <w:rPr>
          <w:rFonts w:ascii="Corbel" w:hAnsi="Corbel"/>
          <w:b w:val="0"/>
          <w:smallCaps w:val="0"/>
          <w:szCs w:val="24"/>
        </w:rPr>
        <w:t>Egzamin</w:t>
      </w:r>
    </w:p>
    <w:p w14:paraId="629BBD2B" w14:textId="77777777" w:rsidR="00E960BB" w:rsidRPr="0094782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50A31" w14:textId="4C12A3DB" w:rsidR="00E960BB" w:rsidRPr="00947827" w:rsidRDefault="0085747A" w:rsidP="432FEA62">
      <w:pPr>
        <w:pStyle w:val="Punktygwne"/>
        <w:spacing w:before="0" w:after="0"/>
        <w:rPr>
          <w:rFonts w:ascii="Corbel" w:hAnsi="Corbel"/>
          <w:szCs w:val="24"/>
        </w:rPr>
      </w:pPr>
      <w:r w:rsidRPr="00947827">
        <w:rPr>
          <w:rFonts w:ascii="Corbel" w:hAnsi="Corbel"/>
          <w:szCs w:val="24"/>
        </w:rPr>
        <w:t>2.</w:t>
      </w:r>
      <w:r w:rsidR="00E0176C">
        <w:rPr>
          <w:rFonts w:ascii="Corbel" w:hAnsi="Corbel"/>
          <w:szCs w:val="24"/>
        </w:rPr>
        <w:t xml:space="preserve"> </w:t>
      </w:r>
      <w:r w:rsidRPr="00947827">
        <w:rPr>
          <w:rFonts w:ascii="Corbel" w:hAnsi="Corbel"/>
          <w:szCs w:val="24"/>
        </w:rPr>
        <w:t xml:space="preserve">Wymagania wstępne </w:t>
      </w:r>
    </w:p>
    <w:p w14:paraId="3B54BF09" w14:textId="77777777" w:rsidR="432FEA62" w:rsidRPr="00947827" w:rsidRDefault="432FEA62" w:rsidP="432FEA6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47827" w14:paraId="31670CB5" w14:textId="77777777" w:rsidTr="0091707D">
        <w:tc>
          <w:tcPr>
            <w:tcW w:w="9349" w:type="dxa"/>
          </w:tcPr>
          <w:p w14:paraId="3D318FD1" w14:textId="77777777" w:rsidR="0085747A" w:rsidRPr="00947827" w:rsidRDefault="006F2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300D20"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ogólną </w:t>
            </w: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dotycząca funkcjonowania administracji publicznej</w:t>
            </w:r>
            <w:r w:rsidR="00300D20"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jej struktur i zadań</w:t>
            </w:r>
            <w:r w:rsidR="00AE46E4"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95F560B" w14:textId="77777777" w:rsidR="00153C41" w:rsidRPr="0094782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6190FA" w14:textId="77777777" w:rsidR="00E0176C" w:rsidRDefault="00E0176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974B91E" w14:textId="564E2CC6" w:rsidR="0085747A" w:rsidRPr="00947827" w:rsidRDefault="0071620A" w:rsidP="432FEA62">
      <w:pPr>
        <w:pStyle w:val="Punktygwne"/>
        <w:spacing w:before="0" w:after="0"/>
        <w:rPr>
          <w:rFonts w:ascii="Corbel" w:hAnsi="Corbel"/>
          <w:szCs w:val="24"/>
        </w:rPr>
      </w:pPr>
      <w:r w:rsidRPr="00947827">
        <w:rPr>
          <w:rFonts w:ascii="Corbel" w:hAnsi="Corbel"/>
          <w:szCs w:val="24"/>
        </w:rPr>
        <w:lastRenderedPageBreak/>
        <w:t>3.</w:t>
      </w:r>
      <w:r w:rsidR="0091707D">
        <w:rPr>
          <w:rFonts w:ascii="Corbel" w:hAnsi="Corbel"/>
          <w:szCs w:val="24"/>
        </w:rPr>
        <w:t xml:space="preserve"> </w:t>
      </w:r>
      <w:r w:rsidR="00A84C85" w:rsidRPr="00947827">
        <w:rPr>
          <w:rFonts w:ascii="Corbel" w:hAnsi="Corbel"/>
          <w:szCs w:val="24"/>
        </w:rPr>
        <w:t>cele, efekty uczenia się</w:t>
      </w:r>
      <w:r w:rsidR="0085747A" w:rsidRPr="00947827">
        <w:rPr>
          <w:rFonts w:ascii="Corbel" w:hAnsi="Corbel"/>
          <w:szCs w:val="24"/>
        </w:rPr>
        <w:t>, treści Programowe i stosowane metody Dydaktyczne</w:t>
      </w:r>
    </w:p>
    <w:p w14:paraId="4DEE7490" w14:textId="77777777" w:rsidR="0085747A" w:rsidRPr="009478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A88C9" w14:textId="77777777" w:rsidR="0085747A" w:rsidRPr="0094782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47827">
        <w:rPr>
          <w:rFonts w:ascii="Corbel" w:hAnsi="Corbel"/>
          <w:sz w:val="24"/>
          <w:szCs w:val="24"/>
        </w:rPr>
        <w:t xml:space="preserve">3.1 </w:t>
      </w:r>
      <w:r w:rsidR="00C05F44" w:rsidRPr="00947827">
        <w:rPr>
          <w:rFonts w:ascii="Corbel" w:hAnsi="Corbel"/>
          <w:sz w:val="24"/>
          <w:szCs w:val="24"/>
        </w:rPr>
        <w:t>Cele przedmiotu</w:t>
      </w:r>
    </w:p>
    <w:p w14:paraId="595E6401" w14:textId="77777777" w:rsidR="00F83B28" w:rsidRPr="00E0176C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3321A" w:rsidRPr="00947827" w14:paraId="008A286B" w14:textId="77777777" w:rsidTr="00E0176C">
        <w:tc>
          <w:tcPr>
            <w:tcW w:w="845" w:type="dxa"/>
            <w:vAlign w:val="center"/>
          </w:tcPr>
          <w:p w14:paraId="152F642A" w14:textId="26039BCB" w:rsidR="0033321A" w:rsidRPr="00947827" w:rsidRDefault="0033321A" w:rsidP="00E0176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6226504" w14:textId="77777777" w:rsidR="0033321A" w:rsidRPr="00947827" w:rsidRDefault="0033321A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47827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podstawową terminologią </w:t>
            </w:r>
            <w:r w:rsidRPr="00947827">
              <w:rPr>
                <w:rFonts w:ascii="Corbel" w:hAnsi="Corbel"/>
                <w:b w:val="0"/>
                <w:sz w:val="24"/>
                <w:szCs w:val="24"/>
              </w:rPr>
              <w:br/>
              <w:t>i instrumentami niezbędnymi w zarządzaniu rozwojem administracji publicznej</w:t>
            </w:r>
          </w:p>
        </w:tc>
      </w:tr>
      <w:tr w:rsidR="0033321A" w:rsidRPr="00947827" w14:paraId="6870CFAE" w14:textId="77777777" w:rsidTr="00E0176C">
        <w:tc>
          <w:tcPr>
            <w:tcW w:w="845" w:type="dxa"/>
            <w:vAlign w:val="center"/>
          </w:tcPr>
          <w:p w14:paraId="4F3D3BCE" w14:textId="77777777" w:rsidR="0033321A" w:rsidRPr="00947827" w:rsidRDefault="0033321A" w:rsidP="00E0176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B2C2ABF" w14:textId="77777777" w:rsidR="0033321A" w:rsidRPr="00947827" w:rsidRDefault="0033321A" w:rsidP="00EA47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47827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studenta umiejętności i poznanie technik tworzenia strategii rozwoju oraz jej wdrożenia w administracji publicznej. </w:t>
            </w:r>
          </w:p>
        </w:tc>
      </w:tr>
    </w:tbl>
    <w:p w14:paraId="4ADC2E70" w14:textId="77777777" w:rsidR="0085747A" w:rsidRPr="009478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EE4B90" w14:textId="77777777" w:rsidR="001D7B54" w:rsidRPr="0094782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47827">
        <w:rPr>
          <w:rFonts w:ascii="Corbel" w:hAnsi="Corbel"/>
          <w:b/>
          <w:sz w:val="24"/>
          <w:szCs w:val="24"/>
        </w:rPr>
        <w:t xml:space="preserve">3.2 </w:t>
      </w:r>
      <w:r w:rsidR="001D7B54" w:rsidRPr="00947827">
        <w:rPr>
          <w:rFonts w:ascii="Corbel" w:hAnsi="Corbel"/>
          <w:b/>
          <w:sz w:val="24"/>
          <w:szCs w:val="24"/>
        </w:rPr>
        <w:t xml:space="preserve">Efekty </w:t>
      </w:r>
      <w:r w:rsidR="00C05F44" w:rsidRPr="0094782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47827">
        <w:rPr>
          <w:rFonts w:ascii="Corbel" w:hAnsi="Corbel"/>
          <w:b/>
          <w:sz w:val="24"/>
          <w:szCs w:val="24"/>
        </w:rPr>
        <w:t>dla przedmiotu</w:t>
      </w:r>
    </w:p>
    <w:p w14:paraId="7FD5BB16" w14:textId="77777777" w:rsidR="001D7B54" w:rsidRPr="0094782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47827" w14:paraId="19409144" w14:textId="77777777" w:rsidTr="432FEA62">
        <w:tc>
          <w:tcPr>
            <w:tcW w:w="1679" w:type="dxa"/>
            <w:vAlign w:val="center"/>
          </w:tcPr>
          <w:p w14:paraId="45772ADC" w14:textId="77777777" w:rsidR="0085747A" w:rsidRPr="0094782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4782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4782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478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7B41B1C" w14:textId="77777777" w:rsidR="0085747A" w:rsidRPr="0094782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4782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4782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380A4D7" w14:textId="77777777" w:rsidR="0085747A" w:rsidRPr="0094782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4782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6BE3" w:rsidRPr="00947827" w14:paraId="0652B241" w14:textId="77777777" w:rsidTr="432FEA62">
        <w:tc>
          <w:tcPr>
            <w:tcW w:w="1679" w:type="dxa"/>
          </w:tcPr>
          <w:p w14:paraId="09BE5810" w14:textId="6B5A15E4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 w:rsidRPr="0094782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6" w:type="dxa"/>
          </w:tcPr>
          <w:p w14:paraId="02B7F56E" w14:textId="582EFDB3" w:rsidR="00F26BE3" w:rsidRPr="00947827" w:rsidRDefault="1CF3B378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</w:t>
            </w:r>
            <w:r w:rsidR="00E017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7827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</w:tcPr>
          <w:p w14:paraId="664F2BDD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17CE5" w:rsidRPr="009478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26BE3" w:rsidRPr="00947827" w14:paraId="4C8449A6" w14:textId="77777777" w:rsidTr="432FEA62">
        <w:tc>
          <w:tcPr>
            <w:tcW w:w="1679" w:type="dxa"/>
          </w:tcPr>
          <w:p w14:paraId="2D8D207C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 w:rsidRPr="0094782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6" w:type="dxa"/>
          </w:tcPr>
          <w:p w14:paraId="1A2409B8" w14:textId="77777777" w:rsidR="00F26BE3" w:rsidRPr="00947827" w:rsidRDefault="767D8776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w stopniu zaawansowanym ogólne zasady tworzenia i rozwoju form indywidualnej przedsiębiorczości, wykorzystującej wiedzę z zakresu dziedzin nauki i dyscyplin naukowych właściwych dla kierunku administracja;</w:t>
            </w:r>
          </w:p>
        </w:tc>
        <w:tc>
          <w:tcPr>
            <w:tcW w:w="1865" w:type="dxa"/>
          </w:tcPr>
          <w:p w14:paraId="7395950F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26BE3" w:rsidRPr="00947827" w14:paraId="78C821C1" w14:textId="77777777" w:rsidTr="432FEA62">
        <w:trPr>
          <w:trHeight w:val="1499"/>
        </w:trPr>
        <w:tc>
          <w:tcPr>
            <w:tcW w:w="1679" w:type="dxa"/>
          </w:tcPr>
          <w:p w14:paraId="0A0A400C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97DB2" w:rsidRPr="009478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4647BE90" w14:textId="77777777" w:rsidR="00F26BE3" w:rsidRPr="00947827" w:rsidRDefault="767D8776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przygotowania rozwiązań problemów;</w:t>
            </w:r>
          </w:p>
        </w:tc>
        <w:tc>
          <w:tcPr>
            <w:tcW w:w="1865" w:type="dxa"/>
          </w:tcPr>
          <w:p w14:paraId="4966689D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26BE3" w:rsidRPr="00947827" w14:paraId="48C64B69" w14:textId="77777777" w:rsidTr="432FEA62">
        <w:tc>
          <w:tcPr>
            <w:tcW w:w="1679" w:type="dxa"/>
          </w:tcPr>
          <w:p w14:paraId="30C3D756" w14:textId="77777777" w:rsidR="00F26BE3" w:rsidRPr="00947827" w:rsidRDefault="00DB6B5B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7CE5" w:rsidRPr="009478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6428B935" w14:textId="77777777" w:rsidR="00F26BE3" w:rsidRPr="00947827" w:rsidRDefault="2703EEB1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Posiada umiejętność logicznego myślenia, analizy i syntezy, dzięki czemu potrafi przekonująco argumentować i interpretować zjawiska administracyjne, prawne, społeczne, polityczne i ekonomiczne w sytuacjach decyzyjnych;</w:t>
            </w:r>
          </w:p>
        </w:tc>
        <w:tc>
          <w:tcPr>
            <w:tcW w:w="1865" w:type="dxa"/>
          </w:tcPr>
          <w:p w14:paraId="09562496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26BE3" w:rsidRPr="00947827" w14:paraId="34847FB4" w14:textId="77777777" w:rsidTr="432FEA62">
        <w:tc>
          <w:tcPr>
            <w:tcW w:w="1679" w:type="dxa"/>
          </w:tcPr>
          <w:p w14:paraId="7A47C878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7CE5" w:rsidRPr="0094782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448DBF11" w14:textId="0FB2D5F5" w:rsidR="00F26BE3" w:rsidRPr="00947827" w:rsidRDefault="6C73FE3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  <w:r w:rsidR="00E017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7827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</w:tcPr>
          <w:p w14:paraId="0CE7D289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D1085" w:rsidRPr="0094782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F26BE3" w:rsidRPr="00947827" w14:paraId="17032ED4" w14:textId="77777777" w:rsidTr="432FEA62">
        <w:tc>
          <w:tcPr>
            <w:tcW w:w="1679" w:type="dxa"/>
          </w:tcPr>
          <w:p w14:paraId="5A23DD21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17CE5" w:rsidRPr="0094782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14:paraId="2CE7126E" w14:textId="77777777" w:rsidR="00F26BE3" w:rsidRPr="00947827" w:rsidRDefault="2703EEB1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Uczestniczy w przygotowaniu projektów, z uwzględnieniem wiedzy i umiejętności zdobytych w trakcie studiów oraz jest gotowy działać na rzecz społeczeństwa, w tym w instytucjach publicznych i niepublicznych;</w:t>
            </w:r>
          </w:p>
        </w:tc>
        <w:tc>
          <w:tcPr>
            <w:tcW w:w="1865" w:type="dxa"/>
          </w:tcPr>
          <w:p w14:paraId="37BADED4" w14:textId="77777777" w:rsidR="00F26BE3" w:rsidRPr="00947827" w:rsidRDefault="00F26BE3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0283D40" w14:textId="77777777" w:rsidR="0085747A" w:rsidRPr="009478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2AFF8" w14:textId="5AC6D5F8" w:rsidR="0085747A" w:rsidRDefault="00F7043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4782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47827">
        <w:rPr>
          <w:rFonts w:ascii="Corbel" w:hAnsi="Corbel"/>
          <w:b/>
          <w:sz w:val="24"/>
          <w:szCs w:val="24"/>
        </w:rPr>
        <w:t>T</w:t>
      </w:r>
      <w:r w:rsidR="001D7B54" w:rsidRPr="00947827">
        <w:rPr>
          <w:rFonts w:ascii="Corbel" w:hAnsi="Corbel"/>
          <w:b/>
          <w:sz w:val="24"/>
          <w:szCs w:val="24"/>
        </w:rPr>
        <w:t>reści programowe</w:t>
      </w:r>
    </w:p>
    <w:p w14:paraId="666B0824" w14:textId="77777777" w:rsidR="00E0176C" w:rsidRPr="00947827" w:rsidRDefault="00E0176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E59058" w14:textId="77777777" w:rsidR="0085747A" w:rsidRPr="00947827" w:rsidRDefault="0085747A" w:rsidP="00E0176C">
      <w:pPr>
        <w:pStyle w:val="Akapitzlist"/>
        <w:numPr>
          <w:ilvl w:val="0"/>
          <w:numId w:val="1"/>
        </w:numPr>
        <w:spacing w:after="120" w:line="240" w:lineRule="auto"/>
        <w:rPr>
          <w:rFonts w:ascii="Corbel" w:hAnsi="Corbel"/>
          <w:sz w:val="24"/>
          <w:szCs w:val="24"/>
        </w:rPr>
      </w:pPr>
      <w:r w:rsidRPr="00947827">
        <w:rPr>
          <w:rFonts w:ascii="Corbel" w:hAnsi="Corbel"/>
          <w:sz w:val="24"/>
          <w:szCs w:val="24"/>
        </w:rPr>
        <w:t xml:space="preserve">Problematyka wykładu </w:t>
      </w:r>
    </w:p>
    <w:p w14:paraId="2EDF2BE1" w14:textId="77777777" w:rsidR="00675843" w:rsidRPr="0094782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53ADF" w:rsidRPr="00947827" w14:paraId="0655546E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42A31B26" w14:textId="77777777" w:rsidR="00A53ADF" w:rsidRPr="00947827" w:rsidRDefault="00A53ADF" w:rsidP="00E0176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ADF" w:rsidRPr="00947827" w14:paraId="6C0B347F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1294A85A" w14:textId="77777777" w:rsidR="00A53ADF" w:rsidRPr="00947827" w:rsidRDefault="00A53ADF" w:rsidP="00E0176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="00A53ADF" w:rsidRPr="00947827" w14:paraId="1C75DEDB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04E9E7FF" w14:textId="77777777" w:rsidR="00A53ADF" w:rsidRPr="00947827" w:rsidRDefault="00A53ADF" w:rsidP="00E0176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="00A53ADF" w:rsidRPr="00947827" w14:paraId="3E140F6E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70F33A64" w14:textId="77777777" w:rsidR="00A53ADF" w:rsidRPr="00947827" w:rsidRDefault="00A53ADF" w:rsidP="00E0176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="00A53ADF" w:rsidRPr="00947827" w14:paraId="0D163438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22A0C79A" w14:textId="77777777" w:rsidR="00A53ADF" w:rsidRPr="00947827" w:rsidRDefault="00A53ADF" w:rsidP="00E0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 xml:space="preserve">Ramy prawne polityki rozwoju oraz podmioty odpowiedzialne za politykę rozwoju. </w:t>
            </w:r>
          </w:p>
        </w:tc>
      </w:tr>
      <w:tr w:rsidR="00A53ADF" w:rsidRPr="00947827" w14:paraId="08634C5D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27DDF095" w14:textId="77777777" w:rsidR="00A53ADF" w:rsidRPr="00947827" w:rsidRDefault="514911BD" w:rsidP="00E0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947827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Strategię Rozwoju Kraju 2020); szczegółowe </w:t>
            </w:r>
            <w:r w:rsidRPr="00947827">
              <w:rPr>
                <w:rFonts w:ascii="Corbel" w:hAnsi="Corbel"/>
                <w:sz w:val="24"/>
                <w:szCs w:val="24"/>
              </w:rPr>
              <w:t>(w tym Krajowej Strategii Rozwoju Regionalnego);ponadregionalne  (</w:t>
            </w:r>
            <w:r w:rsidRPr="00947827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2020).</w:t>
            </w:r>
          </w:p>
        </w:tc>
      </w:tr>
      <w:tr w:rsidR="00A53ADF" w:rsidRPr="00947827" w14:paraId="019E384A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64754328" w14:textId="77777777" w:rsidR="00A53ADF" w:rsidRPr="00947827" w:rsidRDefault="00A53ADF" w:rsidP="00E0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Tworzenie strategii rozwoju lokalnego i regionalnego (w tym diagnoza i analiza strategiczna, wyznaczanie strategicznych kierunków działania wraz z celami strategicznymi i operacyjnymi, instrumenty realizacji i monitoringu realizacji strategii, procesy uspołecznienia strategii rozwoju) na przykładzie wybranych strategii rozwoju jednostek samorządu terytorialnego.</w:t>
            </w:r>
          </w:p>
        </w:tc>
      </w:tr>
      <w:tr w:rsidR="00A53ADF" w:rsidRPr="00947827" w14:paraId="599D1A74" w14:textId="77777777" w:rsidTr="00E0176C">
        <w:trPr>
          <w:trHeight w:val="340"/>
        </w:trPr>
        <w:tc>
          <w:tcPr>
            <w:tcW w:w="9520" w:type="dxa"/>
            <w:vAlign w:val="center"/>
          </w:tcPr>
          <w:p w14:paraId="2DE231CC" w14:textId="77777777" w:rsidR="00A53ADF" w:rsidRPr="00947827" w:rsidRDefault="00A53ADF" w:rsidP="00E0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strategicznego.</w:t>
            </w:r>
          </w:p>
        </w:tc>
      </w:tr>
    </w:tbl>
    <w:p w14:paraId="7B0CB415" w14:textId="77777777" w:rsidR="0085747A" w:rsidRPr="00947827" w:rsidRDefault="0085747A" w:rsidP="00E0176C">
      <w:pPr>
        <w:spacing w:after="0" w:line="240" w:lineRule="auto"/>
        <w:rPr>
          <w:rFonts w:ascii="Corbel" w:hAnsi="Corbel"/>
          <w:sz w:val="24"/>
          <w:szCs w:val="24"/>
        </w:rPr>
      </w:pPr>
    </w:p>
    <w:p w14:paraId="31658D5B" w14:textId="09143B38" w:rsidR="0085747A" w:rsidRPr="00947827" w:rsidRDefault="009F4610" w:rsidP="00E017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t>3.4</w:t>
      </w:r>
      <w:r w:rsidR="00E0176C">
        <w:rPr>
          <w:rFonts w:ascii="Corbel" w:hAnsi="Corbel"/>
          <w:smallCaps w:val="0"/>
          <w:szCs w:val="24"/>
        </w:rPr>
        <w:t>.</w:t>
      </w:r>
      <w:r w:rsidRPr="00947827">
        <w:rPr>
          <w:rFonts w:ascii="Corbel" w:hAnsi="Corbel"/>
          <w:smallCaps w:val="0"/>
          <w:szCs w:val="24"/>
        </w:rPr>
        <w:t xml:space="preserve"> Metody dydaktyczne</w:t>
      </w:r>
    </w:p>
    <w:p w14:paraId="1FEC9C20" w14:textId="77777777" w:rsidR="0085747A" w:rsidRPr="00947827" w:rsidRDefault="0085747A" w:rsidP="00E017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E36B7" w14:textId="0CFAB591" w:rsidR="004C6787" w:rsidRPr="00E0176C" w:rsidRDefault="00E0176C" w:rsidP="00E0176C">
      <w:pPr>
        <w:pStyle w:val="Punktygwne"/>
        <w:spacing w:before="0" w:after="0"/>
        <w:ind w:left="851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</w:t>
      </w:r>
      <w:r w:rsidR="004C6787" w:rsidRPr="00E0176C">
        <w:rPr>
          <w:rFonts w:ascii="Corbel" w:hAnsi="Corbel"/>
          <w:b w:val="0"/>
          <w:bCs/>
          <w:smallCaps w:val="0"/>
          <w:szCs w:val="24"/>
        </w:rPr>
        <w:t>ykłady: wykład z prezentacją multimedialną, dyskusja, analiza przypadków,</w:t>
      </w:r>
    </w:p>
    <w:p w14:paraId="29EEB358" w14:textId="77777777" w:rsidR="00E960BB" w:rsidRPr="00947827" w:rsidRDefault="00E960BB" w:rsidP="00E017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FF5B1D" w14:textId="77777777" w:rsidR="0085747A" w:rsidRPr="00947827" w:rsidRDefault="00C61DC5" w:rsidP="00E017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t xml:space="preserve">4. </w:t>
      </w:r>
      <w:r w:rsidR="0085747A" w:rsidRPr="00947827">
        <w:rPr>
          <w:rFonts w:ascii="Corbel" w:hAnsi="Corbel"/>
          <w:smallCaps w:val="0"/>
          <w:szCs w:val="24"/>
        </w:rPr>
        <w:t>METODY I KRYTERIA OCENY</w:t>
      </w:r>
    </w:p>
    <w:p w14:paraId="02577694" w14:textId="77777777" w:rsidR="00923D7D" w:rsidRPr="00947827" w:rsidRDefault="00923D7D" w:rsidP="00E017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6CB5CC" w14:textId="77777777" w:rsidR="0085747A" w:rsidRPr="00947827" w:rsidRDefault="0085747A" w:rsidP="00E017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47827">
        <w:rPr>
          <w:rFonts w:ascii="Corbel" w:hAnsi="Corbel"/>
          <w:smallCaps w:val="0"/>
          <w:szCs w:val="24"/>
        </w:rPr>
        <w:t>uczenia się</w:t>
      </w:r>
    </w:p>
    <w:p w14:paraId="15874F7F" w14:textId="77777777" w:rsidR="0085747A" w:rsidRPr="00947827" w:rsidRDefault="0085747A" w:rsidP="00E017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47827" w14:paraId="16A25ECD" w14:textId="77777777" w:rsidTr="432FEA62">
        <w:tc>
          <w:tcPr>
            <w:tcW w:w="1962" w:type="dxa"/>
            <w:vAlign w:val="center"/>
          </w:tcPr>
          <w:p w14:paraId="03017369" w14:textId="77777777" w:rsidR="0085747A" w:rsidRPr="0094782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B5466E" w14:textId="77777777" w:rsidR="0085747A" w:rsidRPr="00947827" w:rsidRDefault="00F974DA" w:rsidP="000D1A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5BC825" w14:textId="77777777" w:rsidR="0085747A" w:rsidRPr="00947827" w:rsidRDefault="009F4610" w:rsidP="000D1A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A30A5" w14:textId="620E9DEF" w:rsidR="00923D7D" w:rsidRPr="00947827" w:rsidRDefault="0085747A" w:rsidP="000D1A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DC917CA" w14:textId="77777777" w:rsidR="0085747A" w:rsidRPr="00947827" w:rsidRDefault="0085747A" w:rsidP="000D1A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478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478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47827" w14:paraId="3BD5FD0D" w14:textId="77777777" w:rsidTr="00E0176C">
        <w:trPr>
          <w:trHeight w:val="340"/>
        </w:trPr>
        <w:tc>
          <w:tcPr>
            <w:tcW w:w="1962" w:type="dxa"/>
            <w:vAlign w:val="center"/>
          </w:tcPr>
          <w:p w14:paraId="6E1B9DB6" w14:textId="62ED5877" w:rsidR="0085747A" w:rsidRPr="00E0176C" w:rsidRDefault="00E0176C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7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47E34A5" w14:textId="77777777" w:rsidR="0085747A" w:rsidRPr="00947827" w:rsidRDefault="00D20863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8B67C93" w14:textId="77777777" w:rsidR="0085747A" w:rsidRPr="00947827" w:rsidRDefault="001714DE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47827" w14:paraId="19C0732D" w14:textId="77777777" w:rsidTr="00E0176C">
        <w:trPr>
          <w:trHeight w:val="340"/>
        </w:trPr>
        <w:tc>
          <w:tcPr>
            <w:tcW w:w="1962" w:type="dxa"/>
            <w:vAlign w:val="center"/>
          </w:tcPr>
          <w:p w14:paraId="1B59B9E9" w14:textId="4667B887" w:rsidR="0085747A" w:rsidRPr="00E0176C" w:rsidRDefault="00E0176C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7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3DDF7B" w14:textId="77777777" w:rsidR="0085747A" w:rsidRPr="00947827" w:rsidRDefault="007A3025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CB36898" w14:textId="77777777" w:rsidR="0085747A" w:rsidRPr="00947827" w:rsidRDefault="001714DE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47827" w14:paraId="20E0AFD6" w14:textId="77777777" w:rsidTr="00E0176C">
        <w:trPr>
          <w:trHeight w:val="340"/>
        </w:trPr>
        <w:tc>
          <w:tcPr>
            <w:tcW w:w="1962" w:type="dxa"/>
            <w:vAlign w:val="center"/>
          </w:tcPr>
          <w:p w14:paraId="070F44AA" w14:textId="141EF115" w:rsidR="001714DE" w:rsidRPr="00E0176C" w:rsidRDefault="00E0176C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7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6FC9F3E3" w14:textId="3458D209" w:rsidR="001714DE" w:rsidRPr="00947827" w:rsidRDefault="004D13B8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235362" w:rsidRPr="00947827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  <w:vAlign w:val="center"/>
          </w:tcPr>
          <w:p w14:paraId="319E4C45" w14:textId="18991609" w:rsidR="001714DE" w:rsidRPr="00947827" w:rsidRDefault="000116DA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714DE" w:rsidRPr="00947827" w14:paraId="2F8684EF" w14:textId="77777777" w:rsidTr="00E0176C">
        <w:trPr>
          <w:trHeight w:val="340"/>
        </w:trPr>
        <w:tc>
          <w:tcPr>
            <w:tcW w:w="1962" w:type="dxa"/>
            <w:vAlign w:val="center"/>
          </w:tcPr>
          <w:p w14:paraId="66C66421" w14:textId="02136489" w:rsidR="001714DE" w:rsidRPr="00E0176C" w:rsidRDefault="00E0176C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7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3FC3973" w14:textId="44AC29E4" w:rsidR="001714DE" w:rsidRPr="00947827" w:rsidRDefault="004D1FB4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E34ED75" w14:textId="77B46546" w:rsidR="001714DE" w:rsidRPr="00947827" w:rsidRDefault="00E40119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6931" w:rsidRPr="00947827" w14:paraId="302B18C6" w14:textId="77777777" w:rsidTr="00E0176C">
        <w:trPr>
          <w:trHeight w:val="340"/>
        </w:trPr>
        <w:tc>
          <w:tcPr>
            <w:tcW w:w="1962" w:type="dxa"/>
            <w:vAlign w:val="center"/>
          </w:tcPr>
          <w:p w14:paraId="56A6A016" w14:textId="3D048E32" w:rsidR="00386931" w:rsidRPr="00E0176C" w:rsidRDefault="00E0176C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76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1584EF9" w14:textId="253B6638" w:rsidR="00386931" w:rsidRPr="00947827" w:rsidRDefault="00E40119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43DA7E46" w14:textId="3869E7A7" w:rsidR="00386931" w:rsidRPr="00947827" w:rsidRDefault="00B148BA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40119" w:rsidRPr="00947827" w14:paraId="01BB8B48" w14:textId="77777777" w:rsidTr="00E0176C">
        <w:trPr>
          <w:trHeight w:val="340"/>
        </w:trPr>
        <w:tc>
          <w:tcPr>
            <w:tcW w:w="1962" w:type="dxa"/>
            <w:vAlign w:val="center"/>
          </w:tcPr>
          <w:p w14:paraId="00623981" w14:textId="72CFF75E" w:rsidR="00E40119" w:rsidRPr="00E0176C" w:rsidRDefault="00E0176C" w:rsidP="00E017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76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5344A79C" w14:textId="2F1D507A" w:rsidR="00E40119" w:rsidRPr="00947827" w:rsidRDefault="1D1CD281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obserwacja w trakcie zaję</w:t>
            </w:r>
            <w:r w:rsidR="000D1A5C"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17" w:type="dxa"/>
            <w:vAlign w:val="center"/>
          </w:tcPr>
          <w:p w14:paraId="0BDEE9C9" w14:textId="77FCB280" w:rsidR="00E40119" w:rsidRPr="00947827" w:rsidRDefault="002D4F06" w:rsidP="00E017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7827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2DAF2AB" w14:textId="77777777" w:rsidR="00923D7D" w:rsidRPr="0094782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BD739" w14:textId="36DD0C34" w:rsidR="6C5F09AC" w:rsidRDefault="6C5F09AC">
      <w:r>
        <w:br w:type="page"/>
      </w:r>
    </w:p>
    <w:p w14:paraId="749C55B9" w14:textId="77777777" w:rsidR="0085747A" w:rsidRPr="0094782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47827">
        <w:rPr>
          <w:rFonts w:ascii="Corbel" w:hAnsi="Corbel"/>
          <w:smallCaps w:val="0"/>
          <w:szCs w:val="24"/>
        </w:rPr>
        <w:t>Warunki zaliczenia przedmiotu (kryteria oceniania)</w:t>
      </w:r>
    </w:p>
    <w:p w14:paraId="2C91959E" w14:textId="77777777" w:rsidR="00923D7D" w:rsidRPr="0094782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47827" w14:paraId="0AF896FA" w14:textId="77777777" w:rsidTr="432FEA62">
        <w:tc>
          <w:tcPr>
            <w:tcW w:w="9670" w:type="dxa"/>
          </w:tcPr>
          <w:p w14:paraId="6825882B" w14:textId="77777777" w:rsidR="0085747A" w:rsidRPr="00947827" w:rsidRDefault="5D92E2AA" w:rsidP="00E0176C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02E5B530" w14:textId="77777777" w:rsidR="0085747A" w:rsidRPr="00947827" w:rsidRDefault="5D92E2AA" w:rsidP="00E0176C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947827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947827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</w:p>
          <w:p w14:paraId="4164A491" w14:textId="77777777" w:rsidR="0085747A" w:rsidRPr="00947827" w:rsidRDefault="216800B4" w:rsidP="00E0176C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</w:p>
          <w:p w14:paraId="4D0A1602" w14:textId="77777777" w:rsidR="0085747A" w:rsidRPr="00947827" w:rsidRDefault="5D92E2AA" w:rsidP="00E0176C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16FB3893" w14:textId="77777777" w:rsidR="0085747A" w:rsidRPr="00947827" w:rsidRDefault="005A6A40" w:rsidP="00E0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5,0</w:t>
            </w:r>
            <w:r w:rsidR="5D92E2AA"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3EB61DD1" w14:textId="77777777" w:rsidR="0085747A" w:rsidRPr="00947827" w:rsidRDefault="005A6A40" w:rsidP="00E0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4,5</w:t>
            </w:r>
            <w:r w:rsidR="5D92E2AA"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6BA2C087" w14:textId="77777777" w:rsidR="0085747A" w:rsidRPr="00947827" w:rsidRDefault="005A6A40" w:rsidP="00E0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4,0</w:t>
            </w:r>
            <w:r w:rsidR="216800B4"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– 70 – 80%, </w:t>
            </w:r>
          </w:p>
          <w:p w14:paraId="5DC0E092" w14:textId="77777777" w:rsidR="0085747A" w:rsidRPr="00947827" w:rsidRDefault="005A6A40" w:rsidP="00E0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3,5</w:t>
            </w:r>
            <w:r w:rsidR="5D92E2AA"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4B741FAC" w14:textId="77777777" w:rsidR="0085747A" w:rsidRPr="00947827" w:rsidRDefault="005A6A40" w:rsidP="00E0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3,0</w:t>
            </w:r>
            <w:r w:rsidR="5D92E2AA"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504F3D89" w14:textId="7ECDFB98" w:rsidR="0085747A" w:rsidRPr="00E0176C" w:rsidRDefault="005A6A40" w:rsidP="00E0176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2,0</w:t>
            </w:r>
            <w:r w:rsidR="5D92E2AA" w:rsidRPr="0094782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- poniżej 50 %. </w:t>
            </w:r>
          </w:p>
        </w:tc>
      </w:tr>
    </w:tbl>
    <w:p w14:paraId="7DC49F00" w14:textId="77777777" w:rsidR="0085747A" w:rsidRPr="009478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4CD50" w14:textId="77777777" w:rsidR="009F4610" w:rsidRPr="0094782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47827">
        <w:rPr>
          <w:rFonts w:ascii="Corbel" w:hAnsi="Corbel"/>
          <w:b/>
          <w:sz w:val="24"/>
          <w:szCs w:val="24"/>
        </w:rPr>
        <w:t xml:space="preserve">5. </w:t>
      </w:r>
      <w:r w:rsidR="00C61DC5" w:rsidRPr="0094782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58240" w14:textId="77777777" w:rsidR="0085747A" w:rsidRPr="009478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47827" w14:paraId="4B023543" w14:textId="77777777" w:rsidTr="00E0176C">
        <w:tc>
          <w:tcPr>
            <w:tcW w:w="5132" w:type="dxa"/>
            <w:vAlign w:val="center"/>
          </w:tcPr>
          <w:p w14:paraId="1C32CBC3" w14:textId="77777777" w:rsidR="0085747A" w:rsidRPr="009478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782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4782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4782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3BFAAA4" w14:textId="77777777" w:rsidR="0085747A" w:rsidRPr="009478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782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4782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4782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47827" w14:paraId="1CB53082" w14:textId="77777777" w:rsidTr="00E0176C">
        <w:tc>
          <w:tcPr>
            <w:tcW w:w="5132" w:type="dxa"/>
          </w:tcPr>
          <w:p w14:paraId="2EC22375" w14:textId="459F8CAE" w:rsidR="0085747A" w:rsidRPr="009478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C5F09AC">
              <w:rPr>
                <w:rFonts w:ascii="Corbel" w:hAnsi="Corbel"/>
                <w:sz w:val="24"/>
                <w:szCs w:val="24"/>
              </w:rPr>
              <w:t>G</w:t>
            </w:r>
            <w:r w:rsidR="0085747A" w:rsidRPr="6C5F09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66AB2F63" w:rsidRPr="6C5F09AC">
              <w:rPr>
                <w:rFonts w:ascii="Corbel" w:hAnsi="Corbel"/>
                <w:sz w:val="24"/>
                <w:szCs w:val="24"/>
              </w:rPr>
              <w:t>z </w:t>
            </w:r>
            <w:r w:rsidR="121EB00F" w:rsidRPr="6C5F09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C5F09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68D70A5B" w14:textId="77777777" w:rsidR="0085747A" w:rsidRPr="00947827" w:rsidRDefault="007C50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47827" w14:paraId="6506C62F" w14:textId="77777777" w:rsidTr="00E0176C">
        <w:tc>
          <w:tcPr>
            <w:tcW w:w="5132" w:type="dxa"/>
          </w:tcPr>
          <w:p w14:paraId="6E12B0D5" w14:textId="77777777" w:rsidR="00C61DC5" w:rsidRPr="009478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478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16D1C4" w14:textId="77777777" w:rsidR="00C61DC5" w:rsidRPr="009478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C7A25BE" w14:textId="77777777" w:rsidR="00C61DC5" w:rsidRPr="00947827" w:rsidRDefault="007C50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47827" w14:paraId="434235A3" w14:textId="77777777" w:rsidTr="00E0176C">
        <w:tc>
          <w:tcPr>
            <w:tcW w:w="5132" w:type="dxa"/>
          </w:tcPr>
          <w:p w14:paraId="4FEDE2F2" w14:textId="77777777" w:rsidR="0071620A" w:rsidRPr="009478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478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4782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285100" w14:textId="77777777" w:rsidR="00C61DC5" w:rsidRPr="009478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9B86D34" w14:textId="77777777" w:rsidR="00C61DC5" w:rsidRPr="00947827" w:rsidRDefault="003076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6</w:t>
            </w:r>
            <w:r w:rsidR="007C509F" w:rsidRPr="0094782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47827" w14:paraId="27A1B25B" w14:textId="77777777" w:rsidTr="00E0176C">
        <w:trPr>
          <w:trHeight w:val="352"/>
        </w:trPr>
        <w:tc>
          <w:tcPr>
            <w:tcW w:w="5132" w:type="dxa"/>
          </w:tcPr>
          <w:p w14:paraId="5E108E92" w14:textId="77777777" w:rsidR="0085747A" w:rsidRPr="0094782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3C3A6782" w14:textId="77777777" w:rsidR="0085747A" w:rsidRPr="00947827" w:rsidRDefault="001108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1</w:t>
            </w:r>
            <w:r w:rsidR="00F74639" w:rsidRPr="0094782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47827" w14:paraId="38D8EED4" w14:textId="77777777" w:rsidTr="00E0176C">
        <w:trPr>
          <w:trHeight w:val="351"/>
        </w:trPr>
        <w:tc>
          <w:tcPr>
            <w:tcW w:w="5132" w:type="dxa"/>
          </w:tcPr>
          <w:p w14:paraId="01441585" w14:textId="77777777" w:rsidR="0085747A" w:rsidRPr="0094782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782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BFA353B" w14:textId="77777777" w:rsidR="0085747A" w:rsidRPr="00947827" w:rsidRDefault="004E36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782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F0A8D" w14:textId="77777777" w:rsidR="0085747A" w:rsidRPr="00947827" w:rsidRDefault="00923D7D" w:rsidP="00E0176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4782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4782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54A8F9" w14:textId="77777777" w:rsidR="003E1941" w:rsidRPr="0094782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E34C12" w14:textId="77777777" w:rsidR="0085747A" w:rsidRPr="0094782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t xml:space="preserve">6. </w:t>
      </w:r>
      <w:r w:rsidR="0085747A" w:rsidRPr="00947827">
        <w:rPr>
          <w:rFonts w:ascii="Corbel" w:hAnsi="Corbel"/>
          <w:smallCaps w:val="0"/>
          <w:szCs w:val="24"/>
        </w:rPr>
        <w:t>PRAKTYKI ZAWO</w:t>
      </w:r>
      <w:r w:rsidR="009D3F3B" w:rsidRPr="00947827">
        <w:rPr>
          <w:rFonts w:ascii="Corbel" w:hAnsi="Corbel"/>
          <w:smallCaps w:val="0"/>
          <w:szCs w:val="24"/>
        </w:rPr>
        <w:t>DOWE W RAMACH PRZEDMIOTU</w:t>
      </w:r>
    </w:p>
    <w:p w14:paraId="0A4AE2CF" w14:textId="77777777" w:rsidR="00E0176C" w:rsidRPr="009C54AE" w:rsidRDefault="00E0176C" w:rsidP="00E0176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E0176C" w:rsidRPr="009C54AE" w14:paraId="74EE4A84" w14:textId="77777777" w:rsidTr="00610A40">
        <w:trPr>
          <w:trHeight w:val="397"/>
        </w:trPr>
        <w:tc>
          <w:tcPr>
            <w:tcW w:w="3856" w:type="dxa"/>
          </w:tcPr>
          <w:p w14:paraId="75EBDA64" w14:textId="77777777" w:rsidR="00E0176C" w:rsidRPr="009C54AE" w:rsidRDefault="00E0176C" w:rsidP="00610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4261B32" w14:textId="77777777" w:rsidR="00E0176C" w:rsidRPr="009C54AE" w:rsidRDefault="00E0176C" w:rsidP="00610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8D3277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E0176C" w:rsidRPr="009C54AE" w14:paraId="68B59091" w14:textId="77777777" w:rsidTr="00610A40">
        <w:trPr>
          <w:trHeight w:val="397"/>
        </w:trPr>
        <w:tc>
          <w:tcPr>
            <w:tcW w:w="3856" w:type="dxa"/>
          </w:tcPr>
          <w:p w14:paraId="74ADA5CF" w14:textId="77777777" w:rsidR="00E0176C" w:rsidRPr="009C54AE" w:rsidRDefault="00E0176C" w:rsidP="00610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4BED9C7" w14:textId="77777777" w:rsidR="00E0176C" w:rsidRPr="009C54AE" w:rsidRDefault="00E0176C" w:rsidP="00610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D3277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877EC63" w14:textId="77777777" w:rsidR="00E0176C" w:rsidRPr="009C54AE" w:rsidRDefault="00E0176C" w:rsidP="00E017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C3F243" w14:textId="21F9B94D" w:rsidR="6C5F09AC" w:rsidRDefault="6C5F09AC">
      <w:r>
        <w:br w:type="page"/>
      </w:r>
    </w:p>
    <w:p w14:paraId="7A4113C5" w14:textId="77777777" w:rsidR="0085747A" w:rsidRPr="009478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782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47827">
        <w:rPr>
          <w:rFonts w:ascii="Corbel" w:hAnsi="Corbel"/>
          <w:smallCaps w:val="0"/>
          <w:szCs w:val="24"/>
        </w:rPr>
        <w:t>LITERATURA</w:t>
      </w:r>
    </w:p>
    <w:p w14:paraId="2DA064C1" w14:textId="77777777" w:rsidR="00675843" w:rsidRPr="009478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47827" w14:paraId="0DDC4384" w14:textId="77777777" w:rsidTr="6C5F09AC">
        <w:trPr>
          <w:trHeight w:val="397"/>
        </w:trPr>
        <w:tc>
          <w:tcPr>
            <w:tcW w:w="7513" w:type="dxa"/>
          </w:tcPr>
          <w:p w14:paraId="7D460113" w14:textId="77777777" w:rsidR="0085747A" w:rsidRPr="00947827" w:rsidRDefault="0085747A" w:rsidP="00E0176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94782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1A42241" w14:textId="77777777" w:rsidR="008932FF" w:rsidRPr="00947827" w:rsidRDefault="008932FF" w:rsidP="00E0176C">
            <w:pPr>
              <w:pStyle w:val="Punktygwne"/>
              <w:numPr>
                <w:ilvl w:val="0"/>
                <w:numId w:val="2"/>
              </w:numPr>
              <w:spacing w:before="120" w:after="0"/>
              <w:ind w:left="339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 w:rsidRPr="0094782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14:paraId="10C2BDE8" w14:textId="77777777" w:rsidR="001B2AC8" w:rsidRPr="00947827" w:rsidRDefault="008932FF" w:rsidP="00E0176C">
            <w:pPr>
              <w:pStyle w:val="Punktygwne"/>
              <w:numPr>
                <w:ilvl w:val="0"/>
                <w:numId w:val="2"/>
              </w:numPr>
              <w:spacing w:before="120" w:after="0"/>
              <w:ind w:left="339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Wlażlak</w:t>
            </w:r>
            <w:proofErr w:type="spellEnd"/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4782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regionalny jako zadanie administracji publicznej,</w:t>
            </w: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 Warszawa 2010</w:t>
            </w:r>
          </w:p>
          <w:p w14:paraId="77763BAD" w14:textId="1C9D28F1" w:rsidR="001B2AC8" w:rsidRPr="00521A63" w:rsidRDefault="3B8D9D97" w:rsidP="00E0176C">
            <w:pPr>
              <w:pStyle w:val="Punktygwne"/>
              <w:numPr>
                <w:ilvl w:val="0"/>
                <w:numId w:val="2"/>
              </w:numPr>
              <w:spacing w:before="120" w:after="120"/>
              <w:ind w:left="339" w:hanging="294"/>
              <w:rPr>
                <w:rFonts w:ascii="Corbel" w:hAnsi="Corbel"/>
                <w:b w:val="0"/>
                <w:smallCaps w:val="0"/>
                <w:color w:val="000000"/>
              </w:rPr>
            </w:pPr>
            <w:r w:rsidRPr="6C5F09AC">
              <w:rPr>
                <w:rFonts w:ascii="Corbel" w:hAnsi="Corbel"/>
                <w:b w:val="0"/>
                <w:smallCaps w:val="0"/>
              </w:rPr>
              <w:t xml:space="preserve">J. Górniak, S. Mazur, </w:t>
            </w:r>
            <w:r w:rsidRPr="6C5F09AC">
              <w:rPr>
                <w:rFonts w:ascii="Corbel" w:hAnsi="Corbel"/>
                <w:b w:val="0"/>
                <w:i/>
                <w:iCs/>
                <w:smallCaps w:val="0"/>
              </w:rPr>
              <w:t>Zarządzanie strategiczne rozwojem</w:t>
            </w:r>
            <w:r w:rsidR="64BF480F" w:rsidRPr="6C5F09AC">
              <w:rPr>
                <w:rFonts w:ascii="Corbel" w:hAnsi="Corbel"/>
                <w:b w:val="0"/>
                <w:smallCaps w:val="0"/>
              </w:rPr>
              <w:t>,</w:t>
            </w:r>
            <w:r w:rsidR="27F8AB06" w:rsidRPr="6C5F09A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C5F09AC">
              <w:rPr>
                <w:rFonts w:ascii="Corbel" w:hAnsi="Corbel"/>
                <w:b w:val="0"/>
                <w:smallCaps w:val="0"/>
              </w:rPr>
              <w:t>Ministerstwo Rozwoju Regionalnego Warszawa 2012</w:t>
            </w:r>
          </w:p>
        </w:tc>
      </w:tr>
      <w:tr w:rsidR="0085747A" w:rsidRPr="00947827" w14:paraId="21475312" w14:textId="77777777" w:rsidTr="6C5F09AC">
        <w:trPr>
          <w:trHeight w:val="397"/>
        </w:trPr>
        <w:tc>
          <w:tcPr>
            <w:tcW w:w="7513" w:type="dxa"/>
          </w:tcPr>
          <w:p w14:paraId="5616CAC9" w14:textId="77777777" w:rsidR="00005637" w:rsidRPr="00947827" w:rsidRDefault="0085747A" w:rsidP="00E0176C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947827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36E64D3" w14:textId="77777777" w:rsidR="00253541" w:rsidRPr="00947827" w:rsidRDefault="005635B1" w:rsidP="00E0176C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29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9478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9478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</w:p>
          <w:p w14:paraId="7D1ECA64" w14:textId="209459D5" w:rsidR="00794BAB" w:rsidRPr="00947827" w:rsidRDefault="44C1C27B" w:rsidP="00E0176C">
            <w:pPr>
              <w:pStyle w:val="Punktygwne"/>
              <w:numPr>
                <w:ilvl w:val="0"/>
                <w:numId w:val="3"/>
              </w:numPr>
              <w:spacing w:before="120" w:after="120"/>
              <w:ind w:left="340" w:hanging="295"/>
              <w:rPr>
                <w:rFonts w:ascii="Corbel" w:hAnsi="Corbel"/>
                <w:b w:val="0"/>
                <w:smallCaps w:val="0"/>
                <w:color w:val="000000"/>
              </w:rPr>
            </w:pPr>
            <w:r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A. Barczewska-Dziobek, </w:t>
            </w:r>
            <w:r w:rsidRPr="6C5F09A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Zagadnienia proceduralne w zakresie planowania rozwoju regionalnego i ich realizacja na przykładzie województwa podkarpackiego,</w:t>
            </w:r>
            <w:r w:rsidR="78910A02" w:rsidRPr="6C5F09A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4B655F4C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>w:</w:t>
            </w:r>
            <w:r w:rsidR="7D1603DB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B655F4C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„Rozwój regionalny - instrumenty realizacji i rola samorządu województwa „, red. nauk. Mirosław Stec, Kazimierz </w:t>
            </w:r>
            <w:proofErr w:type="spellStart"/>
            <w:r w:rsidR="4B655F4C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>Bandarzewski</w:t>
            </w:r>
            <w:proofErr w:type="spellEnd"/>
            <w:r w:rsidR="4B655F4C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Wolters Kluwer, Warszawa </w:t>
            </w:r>
            <w:r w:rsidR="6EAFF1EF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2015, </w:t>
            </w:r>
            <w:r w:rsidR="4ED54526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6EAFF1EF" w:rsidRPr="6C5F09AC">
              <w:rPr>
                <w:rFonts w:ascii="Corbel" w:hAnsi="Corbel"/>
                <w:b w:val="0"/>
                <w:smallCaps w:val="0"/>
                <w:color w:val="000000" w:themeColor="text1"/>
              </w:rPr>
              <w:t>. 135-150.</w:t>
            </w:r>
          </w:p>
        </w:tc>
      </w:tr>
    </w:tbl>
    <w:p w14:paraId="484A8D04" w14:textId="77777777" w:rsidR="0085747A" w:rsidRPr="0094782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753903" w14:textId="77777777" w:rsidR="0085747A" w:rsidRPr="0094782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478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478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661E6" w14:textId="77777777" w:rsidR="00356B81" w:rsidRDefault="00356B81" w:rsidP="00C16ABF">
      <w:pPr>
        <w:spacing w:after="0" w:line="240" w:lineRule="auto"/>
      </w:pPr>
      <w:r>
        <w:separator/>
      </w:r>
    </w:p>
  </w:endnote>
  <w:endnote w:type="continuationSeparator" w:id="0">
    <w:p w14:paraId="67CA38B4" w14:textId="77777777" w:rsidR="00356B81" w:rsidRDefault="00356B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52839" w14:textId="77777777" w:rsidR="00356B81" w:rsidRDefault="00356B81" w:rsidP="00C16ABF">
      <w:pPr>
        <w:spacing w:after="0" w:line="240" w:lineRule="auto"/>
      </w:pPr>
      <w:r>
        <w:separator/>
      </w:r>
    </w:p>
  </w:footnote>
  <w:footnote w:type="continuationSeparator" w:id="0">
    <w:p w14:paraId="29F38CDC" w14:textId="77777777" w:rsidR="00356B81" w:rsidRDefault="00356B81" w:rsidP="00C16ABF">
      <w:pPr>
        <w:spacing w:after="0" w:line="240" w:lineRule="auto"/>
      </w:pPr>
      <w:r>
        <w:continuationSeparator/>
      </w:r>
    </w:p>
  </w:footnote>
  <w:footnote w:id="1">
    <w:p w14:paraId="0F551B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C6671E"/>
    <w:multiLevelType w:val="hybridMultilevel"/>
    <w:tmpl w:val="7A74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D1271"/>
    <w:multiLevelType w:val="hybridMultilevel"/>
    <w:tmpl w:val="03564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016274">
    <w:abstractNumId w:val="0"/>
  </w:num>
  <w:num w:numId="2" w16cid:durableId="1135484368">
    <w:abstractNumId w:val="2"/>
  </w:num>
  <w:num w:numId="3" w16cid:durableId="17468787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7"/>
    <w:rsid w:val="000077B4"/>
    <w:rsid w:val="000116DA"/>
    <w:rsid w:val="00015B8F"/>
    <w:rsid w:val="00022ECE"/>
    <w:rsid w:val="00032BA6"/>
    <w:rsid w:val="00033D2F"/>
    <w:rsid w:val="0003674D"/>
    <w:rsid w:val="0004015C"/>
    <w:rsid w:val="00042A51"/>
    <w:rsid w:val="00042D2E"/>
    <w:rsid w:val="00044538"/>
    <w:rsid w:val="00044C82"/>
    <w:rsid w:val="00070ED6"/>
    <w:rsid w:val="00071105"/>
    <w:rsid w:val="000742DC"/>
    <w:rsid w:val="00084C12"/>
    <w:rsid w:val="0009462C"/>
    <w:rsid w:val="00094B12"/>
    <w:rsid w:val="00096C46"/>
    <w:rsid w:val="000A1422"/>
    <w:rsid w:val="000A296F"/>
    <w:rsid w:val="000A2A28"/>
    <w:rsid w:val="000A3CDF"/>
    <w:rsid w:val="000B192D"/>
    <w:rsid w:val="000B28EE"/>
    <w:rsid w:val="000B3E37"/>
    <w:rsid w:val="000B54CD"/>
    <w:rsid w:val="000D04B0"/>
    <w:rsid w:val="000D1A5C"/>
    <w:rsid w:val="000D4F4E"/>
    <w:rsid w:val="000E1796"/>
    <w:rsid w:val="000F1C57"/>
    <w:rsid w:val="000F5615"/>
    <w:rsid w:val="00101A83"/>
    <w:rsid w:val="00102111"/>
    <w:rsid w:val="00110896"/>
    <w:rsid w:val="00124BFF"/>
    <w:rsid w:val="0012560E"/>
    <w:rsid w:val="00127108"/>
    <w:rsid w:val="00127A20"/>
    <w:rsid w:val="00134B13"/>
    <w:rsid w:val="0014611C"/>
    <w:rsid w:val="00146BC0"/>
    <w:rsid w:val="00153C41"/>
    <w:rsid w:val="00154381"/>
    <w:rsid w:val="001640A7"/>
    <w:rsid w:val="00164FA7"/>
    <w:rsid w:val="00166A03"/>
    <w:rsid w:val="001714DE"/>
    <w:rsid w:val="001718A7"/>
    <w:rsid w:val="001737CF"/>
    <w:rsid w:val="00176083"/>
    <w:rsid w:val="00176585"/>
    <w:rsid w:val="00177FDB"/>
    <w:rsid w:val="00192F37"/>
    <w:rsid w:val="001968C5"/>
    <w:rsid w:val="001A1AE0"/>
    <w:rsid w:val="001A70D2"/>
    <w:rsid w:val="001B2AC8"/>
    <w:rsid w:val="001B2BB8"/>
    <w:rsid w:val="001D657B"/>
    <w:rsid w:val="001D7B54"/>
    <w:rsid w:val="001E0209"/>
    <w:rsid w:val="001F2CA2"/>
    <w:rsid w:val="00213402"/>
    <w:rsid w:val="002144C0"/>
    <w:rsid w:val="0022477D"/>
    <w:rsid w:val="002278A9"/>
    <w:rsid w:val="002336F9"/>
    <w:rsid w:val="00235362"/>
    <w:rsid w:val="0023751E"/>
    <w:rsid w:val="0024028F"/>
    <w:rsid w:val="00244ABC"/>
    <w:rsid w:val="00253541"/>
    <w:rsid w:val="0025575A"/>
    <w:rsid w:val="002644CA"/>
    <w:rsid w:val="00281FF2"/>
    <w:rsid w:val="002857DE"/>
    <w:rsid w:val="00291567"/>
    <w:rsid w:val="002A229C"/>
    <w:rsid w:val="002A22BF"/>
    <w:rsid w:val="002A2389"/>
    <w:rsid w:val="002A3DD5"/>
    <w:rsid w:val="002A671D"/>
    <w:rsid w:val="002A729E"/>
    <w:rsid w:val="002B4D55"/>
    <w:rsid w:val="002B5EA0"/>
    <w:rsid w:val="002B6119"/>
    <w:rsid w:val="002C1F06"/>
    <w:rsid w:val="002D2839"/>
    <w:rsid w:val="002D3375"/>
    <w:rsid w:val="002D4F06"/>
    <w:rsid w:val="002D73D4"/>
    <w:rsid w:val="002F02A3"/>
    <w:rsid w:val="002F4ABE"/>
    <w:rsid w:val="00300D20"/>
    <w:rsid w:val="003018BA"/>
    <w:rsid w:val="0030395F"/>
    <w:rsid w:val="00305C92"/>
    <w:rsid w:val="0030760C"/>
    <w:rsid w:val="003151C5"/>
    <w:rsid w:val="0033321A"/>
    <w:rsid w:val="003343CF"/>
    <w:rsid w:val="00335484"/>
    <w:rsid w:val="00346FE9"/>
    <w:rsid w:val="0034759A"/>
    <w:rsid w:val="003503F6"/>
    <w:rsid w:val="003530DD"/>
    <w:rsid w:val="00356B81"/>
    <w:rsid w:val="00363F78"/>
    <w:rsid w:val="00381D30"/>
    <w:rsid w:val="00386931"/>
    <w:rsid w:val="00396B9E"/>
    <w:rsid w:val="00397DB2"/>
    <w:rsid w:val="003A090B"/>
    <w:rsid w:val="003A0A5B"/>
    <w:rsid w:val="003A1176"/>
    <w:rsid w:val="003B448C"/>
    <w:rsid w:val="003C0BAE"/>
    <w:rsid w:val="003D18A9"/>
    <w:rsid w:val="003D23F8"/>
    <w:rsid w:val="003D6CE2"/>
    <w:rsid w:val="003E1941"/>
    <w:rsid w:val="003E2FE6"/>
    <w:rsid w:val="003E489D"/>
    <w:rsid w:val="003E49D5"/>
    <w:rsid w:val="003F205D"/>
    <w:rsid w:val="003F38C0"/>
    <w:rsid w:val="003F4633"/>
    <w:rsid w:val="00406C5A"/>
    <w:rsid w:val="00414E3C"/>
    <w:rsid w:val="0042244A"/>
    <w:rsid w:val="004237E4"/>
    <w:rsid w:val="0042745A"/>
    <w:rsid w:val="00431D5C"/>
    <w:rsid w:val="004335C5"/>
    <w:rsid w:val="004362C6"/>
    <w:rsid w:val="00436D08"/>
    <w:rsid w:val="00437FA2"/>
    <w:rsid w:val="00443927"/>
    <w:rsid w:val="00445970"/>
    <w:rsid w:val="0046136A"/>
    <w:rsid w:val="00461EFC"/>
    <w:rsid w:val="004652C2"/>
    <w:rsid w:val="004706D1"/>
    <w:rsid w:val="00471326"/>
    <w:rsid w:val="00475561"/>
    <w:rsid w:val="0047598D"/>
    <w:rsid w:val="00481B30"/>
    <w:rsid w:val="004840FD"/>
    <w:rsid w:val="004873E9"/>
    <w:rsid w:val="00490F7D"/>
    <w:rsid w:val="00491678"/>
    <w:rsid w:val="00496780"/>
    <w:rsid w:val="004968E2"/>
    <w:rsid w:val="004A3EEA"/>
    <w:rsid w:val="004A4D1F"/>
    <w:rsid w:val="004C6787"/>
    <w:rsid w:val="004D13B8"/>
    <w:rsid w:val="004D1FB4"/>
    <w:rsid w:val="004D5282"/>
    <w:rsid w:val="004E36CC"/>
    <w:rsid w:val="004F1551"/>
    <w:rsid w:val="004F55A3"/>
    <w:rsid w:val="004F5CC9"/>
    <w:rsid w:val="0050496F"/>
    <w:rsid w:val="00513B6F"/>
    <w:rsid w:val="00517C63"/>
    <w:rsid w:val="00521A63"/>
    <w:rsid w:val="00523B4C"/>
    <w:rsid w:val="00526C54"/>
    <w:rsid w:val="005363C4"/>
    <w:rsid w:val="00536BDE"/>
    <w:rsid w:val="00543ACC"/>
    <w:rsid w:val="00544CA6"/>
    <w:rsid w:val="005510B6"/>
    <w:rsid w:val="00552461"/>
    <w:rsid w:val="005635B1"/>
    <w:rsid w:val="00565A31"/>
    <w:rsid w:val="00565E89"/>
    <w:rsid w:val="0056696D"/>
    <w:rsid w:val="00570E20"/>
    <w:rsid w:val="0058641A"/>
    <w:rsid w:val="0059484D"/>
    <w:rsid w:val="00594CBA"/>
    <w:rsid w:val="0059702E"/>
    <w:rsid w:val="005A0855"/>
    <w:rsid w:val="005A133C"/>
    <w:rsid w:val="005A3196"/>
    <w:rsid w:val="005A6A40"/>
    <w:rsid w:val="005C080F"/>
    <w:rsid w:val="005C55E5"/>
    <w:rsid w:val="005C5905"/>
    <w:rsid w:val="005C696A"/>
    <w:rsid w:val="005C7657"/>
    <w:rsid w:val="005E29BC"/>
    <w:rsid w:val="005E337A"/>
    <w:rsid w:val="005E6E85"/>
    <w:rsid w:val="005F31D2"/>
    <w:rsid w:val="0061029B"/>
    <w:rsid w:val="00617230"/>
    <w:rsid w:val="00617CE5"/>
    <w:rsid w:val="006207E3"/>
    <w:rsid w:val="00621CE1"/>
    <w:rsid w:val="00627FC9"/>
    <w:rsid w:val="00637731"/>
    <w:rsid w:val="00647FA8"/>
    <w:rsid w:val="00650C5F"/>
    <w:rsid w:val="00654934"/>
    <w:rsid w:val="00656B78"/>
    <w:rsid w:val="006620D9"/>
    <w:rsid w:val="00663DDD"/>
    <w:rsid w:val="00670C73"/>
    <w:rsid w:val="00671958"/>
    <w:rsid w:val="00675843"/>
    <w:rsid w:val="00687D91"/>
    <w:rsid w:val="00696477"/>
    <w:rsid w:val="006A31C1"/>
    <w:rsid w:val="006A355D"/>
    <w:rsid w:val="006D050F"/>
    <w:rsid w:val="006D6139"/>
    <w:rsid w:val="006D71DC"/>
    <w:rsid w:val="006E5D65"/>
    <w:rsid w:val="006F1282"/>
    <w:rsid w:val="006F1FBC"/>
    <w:rsid w:val="006F2AF8"/>
    <w:rsid w:val="006F31E2"/>
    <w:rsid w:val="006F4B34"/>
    <w:rsid w:val="00706544"/>
    <w:rsid w:val="007072BA"/>
    <w:rsid w:val="0071620A"/>
    <w:rsid w:val="00724677"/>
    <w:rsid w:val="00725459"/>
    <w:rsid w:val="007327BD"/>
    <w:rsid w:val="00734608"/>
    <w:rsid w:val="007361A8"/>
    <w:rsid w:val="0073717E"/>
    <w:rsid w:val="00745302"/>
    <w:rsid w:val="007461D6"/>
    <w:rsid w:val="00746EC8"/>
    <w:rsid w:val="00750EC8"/>
    <w:rsid w:val="00763BF1"/>
    <w:rsid w:val="00766FD4"/>
    <w:rsid w:val="0078168C"/>
    <w:rsid w:val="00783F38"/>
    <w:rsid w:val="00787C2A"/>
    <w:rsid w:val="00790E27"/>
    <w:rsid w:val="00794BAB"/>
    <w:rsid w:val="007A3025"/>
    <w:rsid w:val="007A4022"/>
    <w:rsid w:val="007A6E6E"/>
    <w:rsid w:val="007C3299"/>
    <w:rsid w:val="007C3BCC"/>
    <w:rsid w:val="007C4546"/>
    <w:rsid w:val="007C509F"/>
    <w:rsid w:val="007C6FA4"/>
    <w:rsid w:val="007D6E56"/>
    <w:rsid w:val="007F4155"/>
    <w:rsid w:val="00804579"/>
    <w:rsid w:val="0081554D"/>
    <w:rsid w:val="0081707E"/>
    <w:rsid w:val="0083334B"/>
    <w:rsid w:val="008449B3"/>
    <w:rsid w:val="008552A2"/>
    <w:rsid w:val="0085747A"/>
    <w:rsid w:val="00884922"/>
    <w:rsid w:val="00885F64"/>
    <w:rsid w:val="008917F9"/>
    <w:rsid w:val="008932FF"/>
    <w:rsid w:val="008A45F7"/>
    <w:rsid w:val="008C0CC0"/>
    <w:rsid w:val="008C19A9"/>
    <w:rsid w:val="008C379D"/>
    <w:rsid w:val="008C507D"/>
    <w:rsid w:val="008C5147"/>
    <w:rsid w:val="008C5359"/>
    <w:rsid w:val="008C5363"/>
    <w:rsid w:val="008D3DFB"/>
    <w:rsid w:val="008D50AC"/>
    <w:rsid w:val="008D58C2"/>
    <w:rsid w:val="008D5EA8"/>
    <w:rsid w:val="008E64F4"/>
    <w:rsid w:val="008F12C9"/>
    <w:rsid w:val="008F6E29"/>
    <w:rsid w:val="00916188"/>
    <w:rsid w:val="0091707D"/>
    <w:rsid w:val="00923D7D"/>
    <w:rsid w:val="00927EB9"/>
    <w:rsid w:val="009309BC"/>
    <w:rsid w:val="00947827"/>
    <w:rsid w:val="009508DF"/>
    <w:rsid w:val="00950DAC"/>
    <w:rsid w:val="00954A07"/>
    <w:rsid w:val="009762C6"/>
    <w:rsid w:val="00997F14"/>
    <w:rsid w:val="009A78D9"/>
    <w:rsid w:val="009B18D8"/>
    <w:rsid w:val="009C0FFC"/>
    <w:rsid w:val="009C3E31"/>
    <w:rsid w:val="009C54AE"/>
    <w:rsid w:val="009C59AC"/>
    <w:rsid w:val="009C788E"/>
    <w:rsid w:val="009D1B1B"/>
    <w:rsid w:val="009D1DBA"/>
    <w:rsid w:val="009D3F3B"/>
    <w:rsid w:val="009E0543"/>
    <w:rsid w:val="009E1531"/>
    <w:rsid w:val="009E3B41"/>
    <w:rsid w:val="009F3C5C"/>
    <w:rsid w:val="009F4610"/>
    <w:rsid w:val="009F7F6B"/>
    <w:rsid w:val="00A00ECC"/>
    <w:rsid w:val="00A155EE"/>
    <w:rsid w:val="00A2245B"/>
    <w:rsid w:val="00A24E0B"/>
    <w:rsid w:val="00A30110"/>
    <w:rsid w:val="00A36899"/>
    <w:rsid w:val="00A371F6"/>
    <w:rsid w:val="00A43BF6"/>
    <w:rsid w:val="00A5146A"/>
    <w:rsid w:val="00A53ADF"/>
    <w:rsid w:val="00A53FA5"/>
    <w:rsid w:val="00A54817"/>
    <w:rsid w:val="00A56C7D"/>
    <w:rsid w:val="00A601C8"/>
    <w:rsid w:val="00A60799"/>
    <w:rsid w:val="00A64FC7"/>
    <w:rsid w:val="00A67744"/>
    <w:rsid w:val="00A811BB"/>
    <w:rsid w:val="00A84C85"/>
    <w:rsid w:val="00A97DE1"/>
    <w:rsid w:val="00AA5F0E"/>
    <w:rsid w:val="00AB053C"/>
    <w:rsid w:val="00AD1146"/>
    <w:rsid w:val="00AD1B78"/>
    <w:rsid w:val="00AD27D3"/>
    <w:rsid w:val="00AD66D6"/>
    <w:rsid w:val="00AE1160"/>
    <w:rsid w:val="00AE203C"/>
    <w:rsid w:val="00AE2E74"/>
    <w:rsid w:val="00AE46E4"/>
    <w:rsid w:val="00AE5FCB"/>
    <w:rsid w:val="00AF22A4"/>
    <w:rsid w:val="00AF2C1E"/>
    <w:rsid w:val="00B06142"/>
    <w:rsid w:val="00B135B1"/>
    <w:rsid w:val="00B148BA"/>
    <w:rsid w:val="00B3130B"/>
    <w:rsid w:val="00B40ADB"/>
    <w:rsid w:val="00B43B77"/>
    <w:rsid w:val="00B43E80"/>
    <w:rsid w:val="00B55915"/>
    <w:rsid w:val="00B607DB"/>
    <w:rsid w:val="00B66529"/>
    <w:rsid w:val="00B6714B"/>
    <w:rsid w:val="00B75946"/>
    <w:rsid w:val="00B8056E"/>
    <w:rsid w:val="00B819C8"/>
    <w:rsid w:val="00B82308"/>
    <w:rsid w:val="00B837A2"/>
    <w:rsid w:val="00B90885"/>
    <w:rsid w:val="00B9587A"/>
    <w:rsid w:val="00BB520A"/>
    <w:rsid w:val="00BC3651"/>
    <w:rsid w:val="00BD1D9C"/>
    <w:rsid w:val="00BD3869"/>
    <w:rsid w:val="00BD66E9"/>
    <w:rsid w:val="00BD6FF4"/>
    <w:rsid w:val="00BE38D7"/>
    <w:rsid w:val="00BF2C41"/>
    <w:rsid w:val="00C0070E"/>
    <w:rsid w:val="00C049B2"/>
    <w:rsid w:val="00C058B4"/>
    <w:rsid w:val="00C05BD7"/>
    <w:rsid w:val="00C05F44"/>
    <w:rsid w:val="00C131B5"/>
    <w:rsid w:val="00C14C4F"/>
    <w:rsid w:val="00C16ABF"/>
    <w:rsid w:val="00C170AE"/>
    <w:rsid w:val="00C2018D"/>
    <w:rsid w:val="00C26CB7"/>
    <w:rsid w:val="00C324C1"/>
    <w:rsid w:val="00C36992"/>
    <w:rsid w:val="00C373B5"/>
    <w:rsid w:val="00C50F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033"/>
    <w:rsid w:val="00CD6897"/>
    <w:rsid w:val="00CE2D7F"/>
    <w:rsid w:val="00CE5BAC"/>
    <w:rsid w:val="00CF25BE"/>
    <w:rsid w:val="00CF78ED"/>
    <w:rsid w:val="00D02B25"/>
    <w:rsid w:val="00D02EBA"/>
    <w:rsid w:val="00D17C3C"/>
    <w:rsid w:val="00D20863"/>
    <w:rsid w:val="00D25ED2"/>
    <w:rsid w:val="00D26B2C"/>
    <w:rsid w:val="00D30874"/>
    <w:rsid w:val="00D32C52"/>
    <w:rsid w:val="00D352C9"/>
    <w:rsid w:val="00D425B2"/>
    <w:rsid w:val="00D428D6"/>
    <w:rsid w:val="00D460BA"/>
    <w:rsid w:val="00D533A1"/>
    <w:rsid w:val="00D552B2"/>
    <w:rsid w:val="00D608D1"/>
    <w:rsid w:val="00D74119"/>
    <w:rsid w:val="00D8075B"/>
    <w:rsid w:val="00D8678B"/>
    <w:rsid w:val="00DA2114"/>
    <w:rsid w:val="00DB6B5B"/>
    <w:rsid w:val="00DC0F9F"/>
    <w:rsid w:val="00DC6E20"/>
    <w:rsid w:val="00DE09C0"/>
    <w:rsid w:val="00DE43C3"/>
    <w:rsid w:val="00DE4A14"/>
    <w:rsid w:val="00DF320D"/>
    <w:rsid w:val="00DF71C8"/>
    <w:rsid w:val="00E0176C"/>
    <w:rsid w:val="00E129B8"/>
    <w:rsid w:val="00E21E7D"/>
    <w:rsid w:val="00E22FBC"/>
    <w:rsid w:val="00E24BF5"/>
    <w:rsid w:val="00E25338"/>
    <w:rsid w:val="00E320B3"/>
    <w:rsid w:val="00E40119"/>
    <w:rsid w:val="00E415F2"/>
    <w:rsid w:val="00E51E44"/>
    <w:rsid w:val="00E55EE3"/>
    <w:rsid w:val="00E63348"/>
    <w:rsid w:val="00E742AA"/>
    <w:rsid w:val="00E7454D"/>
    <w:rsid w:val="00E75102"/>
    <w:rsid w:val="00E77E88"/>
    <w:rsid w:val="00E80636"/>
    <w:rsid w:val="00E8107D"/>
    <w:rsid w:val="00E85429"/>
    <w:rsid w:val="00E960BB"/>
    <w:rsid w:val="00E971D5"/>
    <w:rsid w:val="00EA2074"/>
    <w:rsid w:val="00EA477A"/>
    <w:rsid w:val="00EA4832"/>
    <w:rsid w:val="00EA4E9D"/>
    <w:rsid w:val="00EA5588"/>
    <w:rsid w:val="00EC4899"/>
    <w:rsid w:val="00ED03AB"/>
    <w:rsid w:val="00ED1085"/>
    <w:rsid w:val="00ED32D2"/>
    <w:rsid w:val="00ED334C"/>
    <w:rsid w:val="00EE32DE"/>
    <w:rsid w:val="00EE5457"/>
    <w:rsid w:val="00EF009B"/>
    <w:rsid w:val="00EF3129"/>
    <w:rsid w:val="00F070AB"/>
    <w:rsid w:val="00F17567"/>
    <w:rsid w:val="00F26BE3"/>
    <w:rsid w:val="00F27A7B"/>
    <w:rsid w:val="00F526AF"/>
    <w:rsid w:val="00F617C3"/>
    <w:rsid w:val="00F70434"/>
    <w:rsid w:val="00F7066B"/>
    <w:rsid w:val="00F74639"/>
    <w:rsid w:val="00F81D8A"/>
    <w:rsid w:val="00F83B28"/>
    <w:rsid w:val="00F86EE9"/>
    <w:rsid w:val="00F877AB"/>
    <w:rsid w:val="00F9155C"/>
    <w:rsid w:val="00F974DA"/>
    <w:rsid w:val="00FA46E5"/>
    <w:rsid w:val="00FB7DBA"/>
    <w:rsid w:val="00FC1C25"/>
    <w:rsid w:val="00FC1ED7"/>
    <w:rsid w:val="00FC3F45"/>
    <w:rsid w:val="00FD1D5E"/>
    <w:rsid w:val="00FD503F"/>
    <w:rsid w:val="00FD7589"/>
    <w:rsid w:val="00FF016A"/>
    <w:rsid w:val="00FF1401"/>
    <w:rsid w:val="00FF5E7D"/>
    <w:rsid w:val="05634FC2"/>
    <w:rsid w:val="05711193"/>
    <w:rsid w:val="121EB00F"/>
    <w:rsid w:val="15A9F0D3"/>
    <w:rsid w:val="1CF3B378"/>
    <w:rsid w:val="1D1C55EF"/>
    <w:rsid w:val="1D1CD281"/>
    <w:rsid w:val="1FCFC87C"/>
    <w:rsid w:val="216800B4"/>
    <w:rsid w:val="24113EF5"/>
    <w:rsid w:val="2703EEB1"/>
    <w:rsid w:val="27F8AB06"/>
    <w:rsid w:val="316665BA"/>
    <w:rsid w:val="37A7B1ED"/>
    <w:rsid w:val="38746312"/>
    <w:rsid w:val="3B8D9D97"/>
    <w:rsid w:val="432FEA62"/>
    <w:rsid w:val="44C1C27B"/>
    <w:rsid w:val="490844E0"/>
    <w:rsid w:val="4B655F4C"/>
    <w:rsid w:val="4E414969"/>
    <w:rsid w:val="4ED54526"/>
    <w:rsid w:val="514911BD"/>
    <w:rsid w:val="51EC3F79"/>
    <w:rsid w:val="558EE429"/>
    <w:rsid w:val="57CF0352"/>
    <w:rsid w:val="5D92E2AA"/>
    <w:rsid w:val="5DE8106C"/>
    <w:rsid w:val="62543ED4"/>
    <w:rsid w:val="627DCCD8"/>
    <w:rsid w:val="64A5B346"/>
    <w:rsid w:val="64BF480F"/>
    <w:rsid w:val="66AB2F63"/>
    <w:rsid w:val="6C5F09AC"/>
    <w:rsid w:val="6C73FE33"/>
    <w:rsid w:val="6EAFF1EF"/>
    <w:rsid w:val="767D8776"/>
    <w:rsid w:val="78910A02"/>
    <w:rsid w:val="78E191A8"/>
    <w:rsid w:val="7D160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328E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3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CA69-A461-412B-9C5C-14C98BD8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1019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2025-10-16T09:29:00Z</cp:lastPrinted>
  <dcterms:created xsi:type="dcterms:W3CDTF">2023-09-11T16:02:00Z</dcterms:created>
  <dcterms:modified xsi:type="dcterms:W3CDTF">2025-11-20T12:54:00Z</dcterms:modified>
</cp:coreProperties>
</file>